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6E6E4E6E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 xml:space="preserve">Příloha č. </w:t>
      </w:r>
      <w:r w:rsidR="0034187D">
        <w:rPr>
          <w:rFonts w:ascii="Arial" w:hAnsi="Arial" w:cs="Arial"/>
          <w:sz w:val="22"/>
          <w:szCs w:val="22"/>
        </w:rPr>
        <w:t>5</w:t>
      </w:r>
      <w:r w:rsidRPr="00264FC6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16A2CBAE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7E6C8DA0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258234E7" w14:textId="3F9FEFF9" w:rsidR="00826C62" w:rsidRPr="00264FC6" w:rsidRDefault="00D94C67" w:rsidP="00826C62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noProof/>
        </w:rPr>
        <w:drawing>
          <wp:inline distT="0" distB="0" distL="0" distR="0" wp14:anchorId="1BFD772F" wp14:editId="53F66039">
            <wp:extent cx="962025" cy="400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00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44C7A" w14:textId="77777777" w:rsidR="00294744" w:rsidRPr="00264FC6" w:rsidRDefault="00294744" w:rsidP="00A561B4">
      <w:pPr>
        <w:pStyle w:val="Nadpis1"/>
        <w:rPr>
          <w:rFonts w:ascii="Arial" w:hAnsi="Arial" w:cs="Arial"/>
        </w:rPr>
      </w:pPr>
    </w:p>
    <w:p w14:paraId="64668D87" w14:textId="77777777" w:rsidR="000D5D98" w:rsidRPr="00264FC6" w:rsidRDefault="000D5D98" w:rsidP="000D5D98">
      <w:pPr>
        <w:rPr>
          <w:rFonts w:ascii="Arial" w:hAnsi="Arial" w:cs="Arial"/>
        </w:rPr>
      </w:pPr>
    </w:p>
    <w:p w14:paraId="4D507080" w14:textId="77777777" w:rsidR="000D5D98" w:rsidRPr="00264FC6" w:rsidRDefault="000D5D98" w:rsidP="000D5D98">
      <w:pPr>
        <w:rPr>
          <w:rFonts w:ascii="Arial" w:hAnsi="Arial" w:cs="Arial"/>
        </w:rPr>
      </w:pPr>
    </w:p>
    <w:p w14:paraId="21F8AD07" w14:textId="77777777" w:rsidR="000D5D98" w:rsidRPr="00264FC6" w:rsidRDefault="000D5D98" w:rsidP="000D5D98">
      <w:pPr>
        <w:rPr>
          <w:rFonts w:ascii="Arial" w:hAnsi="Arial" w:cs="Arial"/>
        </w:rPr>
      </w:pPr>
    </w:p>
    <w:p w14:paraId="5C12A6CE" w14:textId="77777777" w:rsidR="000D5D98" w:rsidRPr="00264FC6" w:rsidRDefault="000D5D98" w:rsidP="000D5D98">
      <w:pPr>
        <w:rPr>
          <w:rFonts w:ascii="Arial" w:hAnsi="Arial" w:cs="Arial"/>
        </w:rPr>
      </w:pPr>
    </w:p>
    <w:p w14:paraId="52960EB1" w14:textId="77777777" w:rsidR="000D5D98" w:rsidRPr="00264FC6" w:rsidRDefault="000D5D98" w:rsidP="000D5D98">
      <w:pPr>
        <w:rPr>
          <w:rFonts w:ascii="Arial" w:hAnsi="Arial" w:cs="Arial"/>
        </w:rPr>
      </w:pPr>
    </w:p>
    <w:p w14:paraId="61BE7EAE" w14:textId="77777777" w:rsidR="000D5D98" w:rsidRPr="00264FC6" w:rsidRDefault="000D5D98" w:rsidP="000D5D98">
      <w:pPr>
        <w:rPr>
          <w:rFonts w:ascii="Arial" w:hAnsi="Arial" w:cs="Arial"/>
        </w:rPr>
      </w:pPr>
    </w:p>
    <w:p w14:paraId="640EC601" w14:textId="77777777" w:rsidR="000D5D98" w:rsidRPr="00264FC6" w:rsidRDefault="000D5D98" w:rsidP="000D5D98">
      <w:pPr>
        <w:rPr>
          <w:rFonts w:ascii="Arial" w:hAnsi="Arial" w:cs="Arial"/>
        </w:rPr>
      </w:pPr>
    </w:p>
    <w:p w14:paraId="25CF0AAD" w14:textId="77777777" w:rsidR="000D5D98" w:rsidRPr="00264FC6" w:rsidRDefault="000D5D98" w:rsidP="000D5D98">
      <w:pPr>
        <w:rPr>
          <w:rFonts w:ascii="Arial" w:hAnsi="Arial" w:cs="Arial"/>
        </w:rPr>
      </w:pPr>
    </w:p>
    <w:p w14:paraId="12D9616C" w14:textId="77777777" w:rsidR="000D5D98" w:rsidRPr="00264FC6" w:rsidRDefault="000D5D98" w:rsidP="000D5D98">
      <w:pPr>
        <w:rPr>
          <w:rFonts w:ascii="Arial" w:hAnsi="Arial" w:cs="Arial"/>
        </w:rPr>
      </w:pPr>
    </w:p>
    <w:p w14:paraId="387B2628" w14:textId="77777777" w:rsidR="000D5D98" w:rsidRPr="00264FC6" w:rsidRDefault="000D5D98" w:rsidP="000D5D98">
      <w:pPr>
        <w:rPr>
          <w:rFonts w:ascii="Arial" w:hAnsi="Arial" w:cs="Arial"/>
        </w:rPr>
      </w:pPr>
    </w:p>
    <w:p w14:paraId="67738FAA" w14:textId="77777777" w:rsidR="000D5D98" w:rsidRPr="00264FC6" w:rsidRDefault="000D5D98" w:rsidP="000D5D98">
      <w:pPr>
        <w:rPr>
          <w:rFonts w:ascii="Arial" w:hAnsi="Arial" w:cs="Arial"/>
        </w:rPr>
      </w:pPr>
    </w:p>
    <w:p w14:paraId="575B635E" w14:textId="77777777" w:rsidR="000D5D98" w:rsidRPr="00264FC6" w:rsidRDefault="000D5D98" w:rsidP="000D5D98">
      <w:pPr>
        <w:rPr>
          <w:rFonts w:ascii="Arial" w:hAnsi="Arial" w:cs="Arial"/>
        </w:rPr>
      </w:pPr>
    </w:p>
    <w:p w14:paraId="67FFFB97" w14:textId="77777777" w:rsidR="000D5D98" w:rsidRPr="00264FC6" w:rsidRDefault="000D5D98" w:rsidP="00EB4640">
      <w:pPr>
        <w:jc w:val="center"/>
        <w:rPr>
          <w:rFonts w:ascii="Arial" w:hAnsi="Arial" w:cs="Arial"/>
        </w:rPr>
      </w:pPr>
    </w:p>
    <w:p w14:paraId="6263C604" w14:textId="77777777" w:rsidR="000D5D98" w:rsidRPr="00264FC6" w:rsidRDefault="000D5D98" w:rsidP="000D5D98">
      <w:pPr>
        <w:rPr>
          <w:rFonts w:ascii="Arial" w:hAnsi="Arial" w:cs="Arial"/>
        </w:rPr>
      </w:pPr>
    </w:p>
    <w:p w14:paraId="28B07274" w14:textId="77777777" w:rsidR="000D5D98" w:rsidRPr="00264FC6" w:rsidRDefault="000D5D98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Pr="00264FC6" w:rsidRDefault="000D5D98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14727868" w:rsidR="0098153A" w:rsidRDefault="00CC1FD4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F670D3">
        <w:rPr>
          <w:rFonts w:ascii="Arial" w:hAnsi="Arial" w:cs="Arial"/>
          <w:b/>
          <w:sz w:val="40"/>
          <w:szCs w:val="40"/>
          <w:u w:val="single"/>
        </w:rPr>
        <w:t xml:space="preserve">Specifikace předmětu </w:t>
      </w:r>
    </w:p>
    <w:p w14:paraId="26243C6E" w14:textId="33098946" w:rsidR="00A8072B" w:rsidRDefault="00A8072B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  <w:proofErr w:type="gramStart"/>
      <w:r w:rsidRPr="008D7312">
        <w:rPr>
          <w:rFonts w:ascii="Arial" w:hAnsi="Arial" w:cs="Arial"/>
          <w:b/>
          <w:sz w:val="36"/>
          <w:szCs w:val="36"/>
          <w:u w:val="single"/>
        </w:rPr>
        <w:t>,,</w:t>
      </w:r>
      <w:proofErr w:type="gramEnd"/>
      <w:r w:rsidRPr="008D7312">
        <w:rPr>
          <w:rFonts w:ascii="Arial" w:hAnsi="Arial" w:cs="Arial"/>
          <w:b/>
          <w:sz w:val="36"/>
          <w:szCs w:val="36"/>
          <w:u w:val="single"/>
        </w:rPr>
        <w:t>Dodávka traktorov</w:t>
      </w:r>
      <w:r w:rsidR="00AA757A">
        <w:rPr>
          <w:rFonts w:ascii="Arial" w:hAnsi="Arial" w:cs="Arial"/>
          <w:b/>
          <w:sz w:val="36"/>
          <w:szCs w:val="36"/>
          <w:u w:val="single"/>
        </w:rPr>
        <w:t>ých</w:t>
      </w:r>
      <w:r w:rsidRPr="008D7312">
        <w:rPr>
          <w:rFonts w:ascii="Arial" w:hAnsi="Arial" w:cs="Arial"/>
          <w:b/>
          <w:sz w:val="36"/>
          <w:szCs w:val="36"/>
          <w:u w:val="single"/>
        </w:rPr>
        <w:t xml:space="preserve"> nosič</w:t>
      </w:r>
      <w:r w:rsidR="00AA757A">
        <w:rPr>
          <w:rFonts w:ascii="Arial" w:hAnsi="Arial" w:cs="Arial"/>
          <w:b/>
          <w:sz w:val="36"/>
          <w:szCs w:val="36"/>
          <w:u w:val="single"/>
        </w:rPr>
        <w:t>ů</w:t>
      </w:r>
      <w:r w:rsidRPr="008D7312">
        <w:rPr>
          <w:rFonts w:ascii="Arial" w:hAnsi="Arial" w:cs="Arial"/>
          <w:b/>
          <w:sz w:val="36"/>
          <w:szCs w:val="36"/>
          <w:u w:val="single"/>
        </w:rPr>
        <w:t xml:space="preserve"> a kombinované sekací nástavby</w:t>
      </w:r>
      <w:r w:rsidR="00AA757A">
        <w:rPr>
          <w:rFonts w:ascii="Arial" w:hAnsi="Arial" w:cs="Arial"/>
          <w:b/>
          <w:sz w:val="36"/>
          <w:szCs w:val="36"/>
          <w:u w:val="single"/>
        </w:rPr>
        <w:t xml:space="preserve"> v počtu dvou kusů</w:t>
      </w:r>
      <w:r w:rsidRPr="008D7312">
        <w:rPr>
          <w:rFonts w:ascii="Arial" w:hAnsi="Arial" w:cs="Arial"/>
          <w:b/>
          <w:sz w:val="36"/>
          <w:szCs w:val="36"/>
          <w:u w:val="single"/>
        </w:rPr>
        <w:t>“</w:t>
      </w:r>
    </w:p>
    <w:p w14:paraId="17DFF313" w14:textId="77777777" w:rsidR="0034187D" w:rsidRDefault="0034187D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380827C" w14:textId="31FD5A8C" w:rsidR="0034187D" w:rsidRPr="008D7312" w:rsidRDefault="0034187D" w:rsidP="00EA5A65">
      <w:pPr>
        <w:tabs>
          <w:tab w:val="left" w:pos="7560"/>
        </w:tabs>
        <w:spacing w:before="40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Část </w:t>
      </w:r>
      <w:r w:rsidR="001B60C5">
        <w:rPr>
          <w:rFonts w:ascii="Arial" w:hAnsi="Arial" w:cs="Arial"/>
          <w:b/>
          <w:sz w:val="36"/>
          <w:szCs w:val="36"/>
          <w:u w:val="single"/>
        </w:rPr>
        <w:t>2</w:t>
      </w:r>
    </w:p>
    <w:p w14:paraId="5DA05BF0" w14:textId="1219AB00" w:rsidR="003A518A" w:rsidRPr="0034187D" w:rsidRDefault="003A518A" w:rsidP="008D7312">
      <w:pPr>
        <w:pStyle w:val="Zkladntextodsazen3"/>
        <w:jc w:val="center"/>
        <w:rPr>
          <w:color w:val="000000" w:themeColor="text1"/>
          <w:sz w:val="40"/>
          <w:szCs w:val="4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8D7312">
      <w:pPr>
        <w:pStyle w:val="Nzev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Pr="00264FC6" w:rsidRDefault="000D5D98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7330242D" w14:textId="77777777" w:rsidR="00E97AAC" w:rsidRDefault="00E97AAC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4C5DAF94" w14:textId="3F211505" w:rsidR="0090058A" w:rsidRPr="00AB358A" w:rsidRDefault="0090058A" w:rsidP="0090058A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bCs/>
          <w:u w:val="single"/>
        </w:rPr>
      </w:pPr>
      <w:r w:rsidRPr="00264FC6">
        <w:rPr>
          <w:rFonts w:ascii="Arial" w:hAnsi="Arial" w:cs="Arial"/>
          <w:sz w:val="22"/>
          <w:szCs w:val="22"/>
          <w:u w:val="single"/>
        </w:rPr>
        <w:lastRenderedPageBreak/>
        <w:t xml:space="preserve">Technické požadavky </w:t>
      </w:r>
      <w:r w:rsidRPr="00E52A05">
        <w:rPr>
          <w:rFonts w:ascii="Arial" w:hAnsi="Arial" w:cs="Arial"/>
          <w:sz w:val="22"/>
          <w:szCs w:val="22"/>
          <w:u w:val="single"/>
        </w:rPr>
        <w:t xml:space="preserve">na </w:t>
      </w:r>
      <w:r w:rsidRPr="00AB358A">
        <w:rPr>
          <w:rFonts w:ascii="Arial" w:hAnsi="Arial" w:cs="Arial"/>
          <w:b w:val="0"/>
          <w:sz w:val="22"/>
          <w:szCs w:val="22"/>
          <w:u w:val="single"/>
        </w:rPr>
        <w:t>„</w:t>
      </w:r>
      <w:r w:rsidRPr="00AB358A">
        <w:rPr>
          <w:rFonts w:ascii="Arial" w:hAnsi="Arial" w:cs="Arial"/>
          <w:bCs/>
          <w:sz w:val="22"/>
          <w:szCs w:val="22"/>
          <w:u w:val="single"/>
        </w:rPr>
        <w:t xml:space="preserve">Dodávka traktorového nosiče včetně </w:t>
      </w:r>
      <w:r>
        <w:rPr>
          <w:rFonts w:ascii="Arial" w:hAnsi="Arial" w:cs="Arial"/>
          <w:bCs/>
          <w:sz w:val="22"/>
          <w:szCs w:val="22"/>
          <w:u w:val="single"/>
        </w:rPr>
        <w:t xml:space="preserve">kombinované </w:t>
      </w:r>
      <w:r w:rsidRPr="00AB358A">
        <w:rPr>
          <w:rFonts w:ascii="Arial" w:hAnsi="Arial" w:cs="Arial"/>
          <w:bCs/>
          <w:sz w:val="22"/>
          <w:szCs w:val="22"/>
          <w:u w:val="single"/>
        </w:rPr>
        <w:t>sekačky</w:t>
      </w:r>
      <w:r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927D23">
        <w:rPr>
          <w:rFonts w:ascii="Arial" w:hAnsi="Arial" w:cs="Arial"/>
          <w:bCs/>
          <w:sz w:val="22"/>
          <w:szCs w:val="22"/>
          <w:u w:val="single"/>
        </w:rPr>
        <w:t xml:space="preserve">pro cestmistrovství </w:t>
      </w:r>
      <w:r>
        <w:rPr>
          <w:rFonts w:ascii="Arial" w:hAnsi="Arial" w:cs="Arial"/>
          <w:bCs/>
          <w:sz w:val="22"/>
          <w:szCs w:val="22"/>
          <w:u w:val="single"/>
        </w:rPr>
        <w:t>Třemošnice, bod B.</w:t>
      </w:r>
      <w:r w:rsidRPr="0084674A">
        <w:rPr>
          <w:sz w:val="16"/>
        </w:rPr>
        <w:t xml:space="preserve">                                                 </w:t>
      </w:r>
    </w:p>
    <w:p w14:paraId="284F061D" w14:textId="77777777" w:rsidR="00E97AAC" w:rsidRDefault="00E97AAC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6EB31AC2" w14:textId="77777777" w:rsidR="00E97AAC" w:rsidRDefault="00E97AAC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616A3034" w14:textId="77777777" w:rsidR="000B5AA1" w:rsidRDefault="000B5AA1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406DE1DE" w14:textId="77777777" w:rsidR="001F5C38" w:rsidRDefault="001F5C38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tbl>
      <w:tblPr>
        <w:tblW w:w="97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5670"/>
        <w:gridCol w:w="1600"/>
        <w:gridCol w:w="1228"/>
      </w:tblGrid>
      <w:tr w:rsidR="004C57D3" w:rsidRPr="00AB358A" w14:paraId="3CA0BB48" w14:textId="77777777" w:rsidTr="008D7312">
        <w:trPr>
          <w:trHeight w:val="816"/>
        </w:trPr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E618B" w14:textId="77777777" w:rsidR="001F5C38" w:rsidRPr="00AB358A" w:rsidRDefault="001F5C38" w:rsidP="00AB358A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10422" w14:textId="77777777" w:rsidR="001F5C38" w:rsidRPr="00AB358A" w:rsidRDefault="001F5C38" w:rsidP="00AB358A">
            <w:pPr>
              <w:rPr>
                <w:b/>
                <w:bCs/>
              </w:rPr>
            </w:pPr>
            <w:r>
              <w:rPr>
                <w:b/>
                <w:bCs/>
              </w:rPr>
              <w:t>Traktorový nosič</w:t>
            </w:r>
            <w:r w:rsidRPr="00AB358A">
              <w:rPr>
                <w:b/>
                <w:bCs/>
              </w:rPr>
              <w:t>, typ a označení: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891B" w14:textId="77777777" w:rsidR="001F5C38" w:rsidRPr="00AB358A" w:rsidRDefault="001F5C38" w:rsidP="00AB358A">
            <w:pPr>
              <w:jc w:val="center"/>
              <w:rPr>
                <w:b/>
                <w:bCs/>
                <w:color w:val="FF0000"/>
              </w:rPr>
            </w:pPr>
            <w:r w:rsidRPr="00AB358A">
              <w:rPr>
                <w:b/>
                <w:bCs/>
                <w:color w:val="FF0000"/>
              </w:rPr>
              <w:t>Doplní prodávající</w:t>
            </w:r>
          </w:p>
        </w:tc>
      </w:tr>
      <w:tr w:rsidR="001F5C38" w:rsidRPr="00AB358A" w14:paraId="0E5F6A51" w14:textId="77777777" w:rsidTr="008D7312">
        <w:trPr>
          <w:trHeight w:val="285"/>
        </w:trPr>
        <w:tc>
          <w:tcPr>
            <w:tcW w:w="1206" w:type="dxa"/>
            <w:tcBorders>
              <w:top w:val="single" w:sz="4" w:space="0" w:color="auto"/>
            </w:tcBorders>
            <w:noWrap/>
            <w:vAlign w:val="center"/>
          </w:tcPr>
          <w:p w14:paraId="7D3D9743" w14:textId="77777777" w:rsidR="001F5C38" w:rsidRPr="00AB358A" w:rsidRDefault="001F5C38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3EE0EAF0" w14:textId="77777777" w:rsidR="001F5C38" w:rsidRPr="00AB358A" w:rsidRDefault="001F5C38" w:rsidP="00AB358A">
            <w:pPr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center"/>
          </w:tcPr>
          <w:p w14:paraId="55A1CDEE" w14:textId="7AD57F60" w:rsidR="001F5C38" w:rsidRPr="00AB358A" w:rsidRDefault="001F5C38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000000"/>
                <w:sz w:val="22"/>
                <w:szCs w:val="22"/>
              </w:rPr>
              <w:t xml:space="preserve">Možnosti / </w:t>
            </w:r>
            <w:r w:rsidR="00280315" w:rsidRPr="00AB358A">
              <w:rPr>
                <w:b/>
                <w:bCs/>
                <w:color w:val="000000"/>
                <w:sz w:val="22"/>
                <w:szCs w:val="22"/>
              </w:rPr>
              <w:t>způsob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3B660E02" w14:textId="77777777" w:rsidR="001F5C38" w:rsidRPr="00AB358A" w:rsidRDefault="001F5C38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553447CE" w14:textId="77777777" w:rsidR="001F5C38" w:rsidRPr="00AB358A" w:rsidRDefault="001F5C38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51B384F3" w14:textId="77777777" w:rsidR="001F5C38" w:rsidRPr="00AB358A" w:rsidRDefault="001F5C38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1F5C38" w:rsidRPr="00AB358A" w14:paraId="709B76FE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5BDB0D8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09364994" w14:textId="56477878" w:rsidR="001F5C38" w:rsidRPr="00AB358A" w:rsidRDefault="001F5C38" w:rsidP="00AB358A">
            <w:pPr>
              <w:rPr>
                <w:sz w:val="22"/>
                <w:szCs w:val="22"/>
              </w:rPr>
            </w:pPr>
            <w:r w:rsidRPr="00AB358A">
              <w:rPr>
                <w:iCs/>
                <w:sz w:val="22"/>
                <w:szCs w:val="22"/>
              </w:rPr>
              <w:t xml:space="preserve">Traktorový </w:t>
            </w:r>
            <w:proofErr w:type="gramStart"/>
            <w:r w:rsidRPr="00AB358A">
              <w:rPr>
                <w:iCs/>
                <w:sz w:val="22"/>
                <w:szCs w:val="22"/>
              </w:rPr>
              <w:t>nosič</w:t>
            </w:r>
            <w:r w:rsidR="009C2319">
              <w:rPr>
                <w:iCs/>
                <w:sz w:val="22"/>
                <w:szCs w:val="22"/>
              </w:rPr>
              <w:t xml:space="preserve"> -</w:t>
            </w:r>
            <w:r w:rsidRPr="00AB358A">
              <w:rPr>
                <w:iCs/>
                <w:sz w:val="22"/>
                <w:szCs w:val="22"/>
              </w:rPr>
              <w:t xml:space="preserve"> nový</w:t>
            </w:r>
            <w:proofErr w:type="gramEnd"/>
            <w:r w:rsidRPr="00AB358A">
              <w:rPr>
                <w:iCs/>
                <w:sz w:val="22"/>
                <w:szCs w:val="22"/>
              </w:rPr>
              <w:t>,</w:t>
            </w:r>
            <w:r w:rsidR="009C2319">
              <w:rPr>
                <w:iCs/>
                <w:sz w:val="22"/>
                <w:szCs w:val="22"/>
              </w:rPr>
              <w:t xml:space="preserve"> nepoužitý s min. rokem výroby 2025,</w:t>
            </w:r>
            <w:r w:rsidRPr="00AB358A">
              <w:rPr>
                <w:iCs/>
                <w:sz w:val="22"/>
                <w:szCs w:val="22"/>
              </w:rPr>
              <w:t xml:space="preserve"> využití k připojení přídavných nářadí pro letní a zimní údržbu vozovek</w:t>
            </w:r>
            <w:r w:rsidRPr="00AB358A" w:rsidDel="00CF1AE3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  <w:noWrap/>
            <w:vAlign w:val="center"/>
          </w:tcPr>
          <w:p w14:paraId="02B17708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  <w:r w:rsidRPr="00AB358A" w:rsidDel="00A960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noWrap/>
            <w:vAlign w:val="center"/>
          </w:tcPr>
          <w:p w14:paraId="6D300D39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5529BC00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B64EF3D" w14:textId="77777777" w:rsidR="001F5C38" w:rsidRPr="00AB358A" w:rsidDel="009A51FF" w:rsidRDefault="001F5C38" w:rsidP="00AB358A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3A3AA445" w14:textId="77777777" w:rsidR="001F5C38" w:rsidRPr="00AB358A" w:rsidRDefault="001F5C38" w:rsidP="00AB358A">
            <w:pPr>
              <w:rPr>
                <w:b/>
                <w:bCs/>
                <w:iCs/>
                <w:sz w:val="22"/>
                <w:szCs w:val="22"/>
              </w:rPr>
            </w:pPr>
            <w:r w:rsidRPr="00AB358A">
              <w:rPr>
                <w:b/>
                <w:bCs/>
                <w:iCs/>
                <w:sz w:val="22"/>
                <w:szCs w:val="22"/>
              </w:rPr>
              <w:t>Motor</w:t>
            </w:r>
          </w:p>
        </w:tc>
        <w:tc>
          <w:tcPr>
            <w:tcW w:w="1600" w:type="dxa"/>
            <w:noWrap/>
            <w:vAlign w:val="center"/>
          </w:tcPr>
          <w:p w14:paraId="76BCABE0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3F1AB526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32D10F5A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F59B067" w14:textId="77777777" w:rsidR="001F5C38" w:rsidRPr="00AB358A" w:rsidDel="009A51FF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ED16B03" w14:textId="753DB313" w:rsidR="001F5C38" w:rsidRPr="00AB358A" w:rsidRDefault="001F5C38" w:rsidP="001F5C38">
            <w:pPr>
              <w:rPr>
                <w:color w:val="000000"/>
                <w:sz w:val="22"/>
                <w:szCs w:val="22"/>
              </w:rPr>
            </w:pPr>
            <w:r w:rsidRPr="00F43FDA">
              <w:rPr>
                <w:iCs/>
              </w:rPr>
              <w:t>Motor vznětový, minimální jmenovitý výkon motoru (měřeno bez případného systému navyšování výkonu motoru) min.</w:t>
            </w:r>
            <w:r w:rsidRPr="00F43FDA">
              <w:rPr>
                <w:iCs/>
                <w:color w:val="FF0000"/>
              </w:rPr>
              <w:t xml:space="preserve"> </w:t>
            </w:r>
            <w:r w:rsidRPr="00F43FDA">
              <w:rPr>
                <w:iCs/>
              </w:rPr>
              <w:t>100 kW.</w:t>
            </w:r>
          </w:p>
        </w:tc>
        <w:tc>
          <w:tcPr>
            <w:tcW w:w="1600" w:type="dxa"/>
            <w:noWrap/>
            <w:vAlign w:val="center"/>
          </w:tcPr>
          <w:p w14:paraId="330314DA" w14:textId="2ABEAE99" w:rsidR="001F5C38" w:rsidRPr="00AB358A" w:rsidRDefault="0034187D" w:rsidP="001F5C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1F5C38" w:rsidRPr="00AB358A">
              <w:rPr>
                <w:sz w:val="22"/>
                <w:szCs w:val="22"/>
              </w:rPr>
              <w:t>no / ne</w:t>
            </w:r>
          </w:p>
          <w:p w14:paraId="1843C2F8" w14:textId="77777777" w:rsidR="001F5C38" w:rsidRPr="00AB358A" w:rsidDel="00057286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A9B5A6A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3F894F7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7D4D05A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A49E929" w14:textId="67860986" w:rsidR="001F5C38" w:rsidRPr="00AB358A" w:rsidRDefault="001F5C38" w:rsidP="001F5C38">
            <w:pPr>
              <w:rPr>
                <w:iCs/>
                <w:sz w:val="22"/>
                <w:szCs w:val="22"/>
              </w:rPr>
            </w:pPr>
            <w:r w:rsidRPr="00F43FDA">
              <w:rPr>
                <w:iCs/>
              </w:rPr>
              <w:t xml:space="preserve">Stupeň emise min. </w:t>
            </w:r>
            <w:proofErr w:type="spellStart"/>
            <w:r w:rsidRPr="00F43FDA">
              <w:rPr>
                <w:iCs/>
              </w:rPr>
              <w:t>Stage</w:t>
            </w:r>
            <w:proofErr w:type="spellEnd"/>
            <w:r w:rsidRPr="00F43FDA">
              <w:rPr>
                <w:iCs/>
              </w:rPr>
              <w:t xml:space="preserve"> V.</w:t>
            </w:r>
          </w:p>
        </w:tc>
        <w:tc>
          <w:tcPr>
            <w:tcW w:w="1600" w:type="dxa"/>
            <w:noWrap/>
            <w:vAlign w:val="center"/>
          </w:tcPr>
          <w:p w14:paraId="208282EB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9E52D9D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26902D34" w14:textId="77777777" w:rsidTr="008D7312">
        <w:trPr>
          <w:trHeight w:val="265"/>
        </w:trPr>
        <w:tc>
          <w:tcPr>
            <w:tcW w:w="1206" w:type="dxa"/>
            <w:noWrap/>
            <w:vAlign w:val="center"/>
          </w:tcPr>
          <w:p w14:paraId="2906E0F3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hideMark/>
          </w:tcPr>
          <w:p w14:paraId="07F0950F" w14:textId="1D36B8E6" w:rsidR="001F5C38" w:rsidRPr="00AB358A" w:rsidRDefault="001F5C38" w:rsidP="001F5C38">
            <w:pPr>
              <w:tabs>
                <w:tab w:val="left" w:pos="567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F43FDA">
              <w:rPr>
                <w:color w:val="000000"/>
              </w:rPr>
              <w:t>Počet válců motoru min. 4</w:t>
            </w:r>
          </w:p>
        </w:tc>
        <w:tc>
          <w:tcPr>
            <w:tcW w:w="1600" w:type="dxa"/>
            <w:noWrap/>
            <w:vAlign w:val="center"/>
            <w:hideMark/>
          </w:tcPr>
          <w:p w14:paraId="33931E91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  <w:r w:rsidRPr="00AB358A" w:rsidDel="00E643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noWrap/>
            <w:vAlign w:val="center"/>
            <w:hideMark/>
          </w:tcPr>
          <w:p w14:paraId="2E086A68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6B4F4AA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C494406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hideMark/>
          </w:tcPr>
          <w:p w14:paraId="41C36495" w14:textId="11C328E2" w:rsidR="001F5C38" w:rsidRPr="00AB358A" w:rsidRDefault="001F5C38" w:rsidP="001F5C38">
            <w:pPr>
              <w:rPr>
                <w:sz w:val="22"/>
                <w:szCs w:val="22"/>
              </w:rPr>
            </w:pPr>
            <w:r w:rsidRPr="00F43FDA">
              <w:rPr>
                <w:iCs/>
              </w:rPr>
              <w:t>Objem motoru min. 4 400 cm</w:t>
            </w:r>
            <w:r w:rsidRPr="00F43FDA">
              <w:rPr>
                <w:iCs/>
                <w:vertAlign w:val="superscript"/>
              </w:rPr>
              <w:t>3</w:t>
            </w:r>
            <w:r w:rsidRPr="00F43FDA">
              <w:t>.</w:t>
            </w:r>
          </w:p>
        </w:tc>
        <w:tc>
          <w:tcPr>
            <w:tcW w:w="1600" w:type="dxa"/>
            <w:noWrap/>
            <w:vAlign w:val="center"/>
            <w:hideMark/>
          </w:tcPr>
          <w:p w14:paraId="7FF69020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  <w:r w:rsidRPr="00AB358A" w:rsidDel="00932E8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noWrap/>
            <w:vAlign w:val="center"/>
            <w:hideMark/>
          </w:tcPr>
          <w:p w14:paraId="31042053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772D1F98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1A499BA4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14E49CCD" w14:textId="06B910F3" w:rsidR="001F5C38" w:rsidRPr="00AB358A" w:rsidRDefault="001F5C38" w:rsidP="001F5C38">
            <w:pPr>
              <w:rPr>
                <w:sz w:val="22"/>
                <w:szCs w:val="22"/>
              </w:rPr>
            </w:pPr>
            <w:r w:rsidRPr="00F43FDA">
              <w:t xml:space="preserve">Točivý moment 600 </w:t>
            </w:r>
            <w:proofErr w:type="spellStart"/>
            <w:r w:rsidRPr="00F43FDA">
              <w:t>Nm</w:t>
            </w:r>
            <w:proofErr w:type="spellEnd"/>
            <w:r w:rsidRPr="00F43FDA">
              <w:t xml:space="preserve"> (bez navýšení)</w:t>
            </w:r>
          </w:p>
        </w:tc>
        <w:tc>
          <w:tcPr>
            <w:tcW w:w="1600" w:type="dxa"/>
            <w:noWrap/>
            <w:vAlign w:val="center"/>
          </w:tcPr>
          <w:p w14:paraId="21601D1F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 xml:space="preserve">hodnota </w:t>
            </w:r>
          </w:p>
        </w:tc>
        <w:tc>
          <w:tcPr>
            <w:tcW w:w="1228" w:type="dxa"/>
            <w:noWrap/>
            <w:vAlign w:val="center"/>
          </w:tcPr>
          <w:p w14:paraId="7F49EE06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25000A7C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149E297D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12AA6D4A" w14:textId="20C2BBE3" w:rsidR="001F5C38" w:rsidRPr="00AB358A" w:rsidRDefault="001F5C38" w:rsidP="001F5C38">
            <w:pPr>
              <w:tabs>
                <w:tab w:val="left" w:pos="567"/>
              </w:tabs>
              <w:jc w:val="both"/>
              <w:rPr>
                <w:color w:val="ED0000"/>
                <w:sz w:val="22"/>
                <w:szCs w:val="22"/>
              </w:rPr>
            </w:pPr>
            <w:r w:rsidRPr="00F43FDA">
              <w:t>Motorová brzda pro zpomalení traktoru bez použití brzd</w:t>
            </w:r>
          </w:p>
        </w:tc>
        <w:tc>
          <w:tcPr>
            <w:tcW w:w="1600" w:type="dxa"/>
            <w:noWrap/>
            <w:vAlign w:val="center"/>
          </w:tcPr>
          <w:p w14:paraId="2F2F714C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A1A3A0A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297C94EA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6200521C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415AEB97" w14:textId="270E1018" w:rsidR="001F5C38" w:rsidRPr="00AB358A" w:rsidRDefault="001F5C38" w:rsidP="001F5C38">
            <w:pPr>
              <w:spacing w:before="40"/>
              <w:jc w:val="both"/>
              <w:rPr>
                <w:sz w:val="22"/>
                <w:szCs w:val="22"/>
              </w:rPr>
            </w:pPr>
            <w:r w:rsidRPr="00F43FDA">
              <w:t>Ruční nastavení akcelerátoru</w:t>
            </w:r>
          </w:p>
        </w:tc>
        <w:tc>
          <w:tcPr>
            <w:tcW w:w="1600" w:type="dxa"/>
            <w:noWrap/>
            <w:vAlign w:val="center"/>
          </w:tcPr>
          <w:p w14:paraId="580CDD84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009AECBF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16F9AAF1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48608657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3A0E9471" w14:textId="0F76A4B2" w:rsidR="001F5C38" w:rsidRPr="00F43FDA" w:rsidRDefault="001F5C38" w:rsidP="001F5C38">
            <w:pPr>
              <w:spacing w:before="40"/>
              <w:jc w:val="both"/>
            </w:pPr>
            <w:r w:rsidRPr="00F43FDA">
              <w:rPr>
                <w:iCs/>
              </w:rPr>
              <w:t>Předehřev bloku motoru a oleje převodovky v zimním období.</w:t>
            </w:r>
          </w:p>
        </w:tc>
        <w:tc>
          <w:tcPr>
            <w:tcW w:w="1600" w:type="dxa"/>
            <w:noWrap/>
            <w:vAlign w:val="center"/>
          </w:tcPr>
          <w:p w14:paraId="5C618EE9" w14:textId="17F3AC5F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5B47503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74719DC1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0E026D10" w14:textId="77777777" w:rsidR="001F5C38" w:rsidRPr="00AB358A" w:rsidRDefault="001F5C38" w:rsidP="001F5C38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0E1EBAAF" w14:textId="60473DE9" w:rsidR="001F5C38" w:rsidRPr="00F43FDA" w:rsidRDefault="001F5C38" w:rsidP="001F5C38">
            <w:pPr>
              <w:spacing w:before="40"/>
              <w:jc w:val="both"/>
              <w:rPr>
                <w:iCs/>
              </w:rPr>
            </w:pPr>
            <w:r w:rsidRPr="00F43FDA">
              <w:rPr>
                <w:iCs/>
              </w:rPr>
              <w:t>Alternátor min. 1</w:t>
            </w:r>
            <w:r w:rsidR="002C2970">
              <w:rPr>
                <w:iCs/>
              </w:rPr>
              <w:t>5</w:t>
            </w:r>
            <w:r w:rsidRPr="00F43FDA">
              <w:rPr>
                <w:iCs/>
              </w:rPr>
              <w:t>0 A.</w:t>
            </w:r>
          </w:p>
        </w:tc>
        <w:tc>
          <w:tcPr>
            <w:tcW w:w="1600" w:type="dxa"/>
            <w:noWrap/>
            <w:vAlign w:val="center"/>
          </w:tcPr>
          <w:p w14:paraId="4BEC8412" w14:textId="550577A2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B937EBB" w14:textId="77777777" w:rsidR="001F5C38" w:rsidRPr="00AB358A" w:rsidRDefault="001F5C38" w:rsidP="001F5C38">
            <w:pPr>
              <w:jc w:val="center"/>
              <w:rPr>
                <w:sz w:val="22"/>
                <w:szCs w:val="22"/>
              </w:rPr>
            </w:pPr>
          </w:p>
        </w:tc>
      </w:tr>
      <w:tr w:rsidR="001F5C38" w:rsidRPr="00AB358A" w14:paraId="7C9530E2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066A866C" w14:textId="77777777" w:rsidR="001F5C38" w:rsidRPr="00AB358A" w:rsidRDefault="001F5C38" w:rsidP="00AB358A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3FB39A4D" w14:textId="77777777" w:rsidR="001F5C38" w:rsidRPr="00AB358A" w:rsidRDefault="001F5C38" w:rsidP="00AB358A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AB358A">
              <w:rPr>
                <w:b/>
                <w:bCs/>
                <w:color w:val="000000"/>
                <w:sz w:val="22"/>
                <w:szCs w:val="22"/>
              </w:rPr>
              <w:t>Převodovka</w:t>
            </w:r>
          </w:p>
        </w:tc>
        <w:tc>
          <w:tcPr>
            <w:tcW w:w="1600" w:type="dxa"/>
            <w:noWrap/>
            <w:vAlign w:val="center"/>
          </w:tcPr>
          <w:p w14:paraId="6833573C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14A67BC8" w14:textId="77777777" w:rsidR="001F5C38" w:rsidRPr="00AB358A" w:rsidRDefault="001F5C38" w:rsidP="00AB358A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5B42016C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33525C84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79B40985" w14:textId="7BEA1617" w:rsidR="000F0847" w:rsidRPr="00AB358A" w:rsidRDefault="00177FC0" w:rsidP="000F084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iCs/>
              </w:rPr>
              <w:t>CVT p</w:t>
            </w:r>
            <w:r w:rsidRPr="00D37420">
              <w:rPr>
                <w:iCs/>
              </w:rPr>
              <w:t xml:space="preserve">řevodovka </w:t>
            </w:r>
            <w:r>
              <w:rPr>
                <w:iCs/>
              </w:rPr>
              <w:t>s plynulou změnou převodového poměru</w:t>
            </w:r>
          </w:p>
        </w:tc>
        <w:tc>
          <w:tcPr>
            <w:tcW w:w="1600" w:type="dxa"/>
            <w:noWrap/>
            <w:vAlign w:val="center"/>
          </w:tcPr>
          <w:p w14:paraId="0ADE1DCB" w14:textId="74684BED" w:rsidR="000F0847" w:rsidRPr="00AB358A" w:rsidRDefault="00177FC0" w:rsidP="000F0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ano-ne</w:t>
            </w:r>
          </w:p>
        </w:tc>
        <w:tc>
          <w:tcPr>
            <w:tcW w:w="1228" w:type="dxa"/>
            <w:noWrap/>
            <w:vAlign w:val="center"/>
          </w:tcPr>
          <w:p w14:paraId="0629AC92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78CF8442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3E29A21F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</w:tcPr>
          <w:p w14:paraId="5E3D5D38" w14:textId="5BB053B7" w:rsidR="000F0847" w:rsidRPr="00AA34AF" w:rsidRDefault="000F0847" w:rsidP="000F0847">
            <w:pPr>
              <w:spacing w:before="40"/>
              <w:jc w:val="both"/>
              <w:rPr>
                <w:iCs/>
              </w:rPr>
            </w:pPr>
            <w:r w:rsidRPr="00AA34AF">
              <w:rPr>
                <w:iCs/>
              </w:rPr>
              <w:t xml:space="preserve">Převodovka s plazivými převody do rychlosti pojezdu </w:t>
            </w:r>
            <w:r w:rsidR="002C2970">
              <w:rPr>
                <w:iCs/>
              </w:rPr>
              <w:t>3</w:t>
            </w:r>
            <w:r w:rsidRPr="00AA34AF">
              <w:rPr>
                <w:iCs/>
              </w:rPr>
              <w:t>0 m/h při jmenovitých otáčkách motoru.</w:t>
            </w:r>
          </w:p>
        </w:tc>
        <w:tc>
          <w:tcPr>
            <w:tcW w:w="1600" w:type="dxa"/>
            <w:noWrap/>
            <w:vAlign w:val="center"/>
          </w:tcPr>
          <w:p w14:paraId="52636F97" w14:textId="77777777" w:rsidR="000F0847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  <w:p w14:paraId="732E2500" w14:textId="1FA3E498" w:rsidR="003908F0" w:rsidRPr="00AB358A" w:rsidRDefault="003908F0" w:rsidP="000F0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C4E7446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7970AE16" w14:textId="77777777" w:rsidTr="008D7312">
        <w:trPr>
          <w:trHeight w:val="219"/>
        </w:trPr>
        <w:tc>
          <w:tcPr>
            <w:tcW w:w="1206" w:type="dxa"/>
            <w:noWrap/>
            <w:vAlign w:val="center"/>
          </w:tcPr>
          <w:p w14:paraId="3272A76C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noWrap/>
            <w:vAlign w:val="bottom"/>
          </w:tcPr>
          <w:p w14:paraId="738DAA8E" w14:textId="2BCD94A5" w:rsidR="000F0847" w:rsidRPr="008D7312" w:rsidRDefault="009C2319" w:rsidP="000F0847">
            <w:pPr>
              <w:spacing w:before="40"/>
              <w:jc w:val="both"/>
              <w:rPr>
                <w:color w:val="000000"/>
              </w:rPr>
            </w:pPr>
            <w:bookmarkStart w:id="0" w:name="_Hlk206145749"/>
            <w:r>
              <w:rPr>
                <w:color w:val="000000"/>
              </w:rPr>
              <w:t>R</w:t>
            </w:r>
            <w:r w:rsidR="000F0847" w:rsidRPr="008D7312">
              <w:rPr>
                <w:color w:val="000000"/>
              </w:rPr>
              <w:t xml:space="preserve">ychlost </w:t>
            </w:r>
            <w:r>
              <w:rPr>
                <w:color w:val="000000"/>
              </w:rPr>
              <w:t>0-</w:t>
            </w:r>
            <w:r w:rsidR="000F0847" w:rsidRPr="008D7312">
              <w:rPr>
                <w:color w:val="000000"/>
              </w:rPr>
              <w:t>40 km/h</w:t>
            </w:r>
            <w:bookmarkEnd w:id="0"/>
          </w:p>
        </w:tc>
        <w:tc>
          <w:tcPr>
            <w:tcW w:w="1600" w:type="dxa"/>
            <w:noWrap/>
            <w:vAlign w:val="center"/>
          </w:tcPr>
          <w:p w14:paraId="1CD4FF00" w14:textId="05AE0B41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32476EC1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19C900F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B87C9FA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35C61E0" w14:textId="6847C7F0" w:rsidR="000F0847" w:rsidRPr="00AB358A" w:rsidRDefault="000F0847" w:rsidP="000F0847">
            <w:pPr>
              <w:spacing w:before="40"/>
              <w:jc w:val="both"/>
              <w:rPr>
                <w:sz w:val="22"/>
                <w:szCs w:val="22"/>
              </w:rPr>
            </w:pPr>
            <w:r w:rsidRPr="00AA34AF">
              <w:t>Min.</w:t>
            </w:r>
            <w:r w:rsidRPr="00AA34AF">
              <w:rPr>
                <w:color w:val="FF0000"/>
              </w:rPr>
              <w:t xml:space="preserve"> </w:t>
            </w:r>
            <w:r w:rsidRPr="00AA34AF">
              <w:t>3 tempomaty rychlosti s možností plynulého nastavení rychlosti za jízdy</w:t>
            </w:r>
          </w:p>
        </w:tc>
        <w:tc>
          <w:tcPr>
            <w:tcW w:w="1600" w:type="dxa"/>
            <w:noWrap/>
            <w:vAlign w:val="center"/>
          </w:tcPr>
          <w:p w14:paraId="7A2390FC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17DFFBE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0D2A240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2406A65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C3E984F" w14:textId="697274CA" w:rsidR="000F0847" w:rsidRPr="00AA34AF" w:rsidRDefault="000F0847" w:rsidP="000F0847">
            <w:pPr>
              <w:spacing w:before="40"/>
              <w:jc w:val="both"/>
            </w:pPr>
            <w:r w:rsidRPr="00E50014">
              <w:t>Funkce bezpečného zastavení a stání ve svahu bez sešlápnutí brzdového pedálu</w:t>
            </w:r>
          </w:p>
        </w:tc>
        <w:tc>
          <w:tcPr>
            <w:tcW w:w="1600" w:type="dxa"/>
            <w:noWrap/>
            <w:vAlign w:val="center"/>
          </w:tcPr>
          <w:p w14:paraId="7865CCA9" w14:textId="12A50556" w:rsidR="000F0847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46977E9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6AEEDC0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629F653" w14:textId="77777777" w:rsidR="000F0847" w:rsidRPr="00AB358A" w:rsidRDefault="000F0847" w:rsidP="000F0847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52DB9961" w14:textId="77777777" w:rsidR="000F0847" w:rsidRPr="00AB358A" w:rsidRDefault="000F0847" w:rsidP="000F084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AB358A">
              <w:rPr>
                <w:b/>
                <w:bCs/>
                <w:color w:val="000000"/>
                <w:sz w:val="22"/>
                <w:szCs w:val="22"/>
              </w:rPr>
              <w:t>Pohon</w:t>
            </w:r>
          </w:p>
        </w:tc>
        <w:tc>
          <w:tcPr>
            <w:tcW w:w="1600" w:type="dxa"/>
            <w:noWrap/>
            <w:vAlign w:val="center"/>
          </w:tcPr>
          <w:p w14:paraId="4D98062A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5C31509F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7A78B096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87B9A1C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68D40C65" w14:textId="77777777" w:rsidR="000F0847" w:rsidRPr="00AB358A" w:rsidRDefault="000F0847" w:rsidP="000F084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AB358A">
              <w:rPr>
                <w:color w:val="000000"/>
                <w:sz w:val="22"/>
                <w:szCs w:val="22"/>
              </w:rPr>
              <w:t>4 x 4 WD</w:t>
            </w:r>
          </w:p>
        </w:tc>
        <w:tc>
          <w:tcPr>
            <w:tcW w:w="1600" w:type="dxa"/>
            <w:noWrap/>
            <w:vAlign w:val="center"/>
          </w:tcPr>
          <w:p w14:paraId="29EC71EF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EDB9F3C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32262DF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31B6B00" w14:textId="77777777" w:rsidR="000F0847" w:rsidRPr="00AB358A" w:rsidRDefault="000F0847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4DE47FE5" w14:textId="77777777" w:rsidR="000F0847" w:rsidRPr="00AB358A" w:rsidRDefault="000F0847" w:rsidP="000F0847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AB358A">
              <w:rPr>
                <w:color w:val="000000"/>
                <w:sz w:val="22"/>
                <w:szCs w:val="22"/>
              </w:rPr>
              <w:t>Uzávěrka předního i zadního diferenciálu s elektrohydraulickým spínáním/vypínáním</w:t>
            </w:r>
          </w:p>
        </w:tc>
        <w:tc>
          <w:tcPr>
            <w:tcW w:w="1600" w:type="dxa"/>
            <w:noWrap/>
            <w:vAlign w:val="center"/>
          </w:tcPr>
          <w:p w14:paraId="520B4411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53F22C9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E45F2F" w:rsidRPr="00AB358A" w14:paraId="6A011D0F" w14:textId="77777777" w:rsidTr="000E3184">
        <w:trPr>
          <w:trHeight w:val="285"/>
        </w:trPr>
        <w:tc>
          <w:tcPr>
            <w:tcW w:w="1206" w:type="dxa"/>
            <w:noWrap/>
            <w:vAlign w:val="center"/>
          </w:tcPr>
          <w:p w14:paraId="2FFD620F" w14:textId="77777777" w:rsidR="00E45F2F" w:rsidRPr="00AB358A" w:rsidRDefault="00E45F2F" w:rsidP="000F0847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26A7B3AA" w14:textId="6EFE9101" w:rsidR="00E45F2F" w:rsidRPr="008D7312" w:rsidRDefault="00E45F2F" w:rsidP="008D7312">
            <w:pPr>
              <w:tabs>
                <w:tab w:val="left" w:pos="567"/>
                <w:tab w:val="left" w:pos="709"/>
              </w:tabs>
              <w:jc w:val="both"/>
              <w:rPr>
                <w:sz w:val="22"/>
                <w:szCs w:val="22"/>
              </w:rPr>
            </w:pPr>
            <w:r w:rsidRPr="008D7312">
              <w:rPr>
                <w:sz w:val="22"/>
                <w:szCs w:val="22"/>
              </w:rPr>
              <w:t>Automatika uzávěrky předního diferenciálu a pohonu přední nápravy v závislosti na rychlosti jízdy.</w:t>
            </w:r>
          </w:p>
        </w:tc>
        <w:tc>
          <w:tcPr>
            <w:tcW w:w="1600" w:type="dxa"/>
            <w:noWrap/>
            <w:vAlign w:val="center"/>
          </w:tcPr>
          <w:p w14:paraId="0AA44EE9" w14:textId="0212D8C2" w:rsidR="00E45F2F" w:rsidRPr="00AB358A" w:rsidRDefault="00E45F2F" w:rsidP="000F0847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C74056D" w14:textId="77777777" w:rsidR="00E45F2F" w:rsidRPr="00AB358A" w:rsidRDefault="00E45F2F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9A10AE" w:rsidRPr="00AB358A" w14:paraId="7A98F20E" w14:textId="77777777" w:rsidTr="000E3184">
        <w:trPr>
          <w:trHeight w:val="285"/>
        </w:trPr>
        <w:tc>
          <w:tcPr>
            <w:tcW w:w="1206" w:type="dxa"/>
            <w:noWrap/>
            <w:vAlign w:val="center"/>
          </w:tcPr>
          <w:p w14:paraId="39292604" w14:textId="77777777" w:rsidR="009A10AE" w:rsidRDefault="009A10AE" w:rsidP="009A10AE">
            <w:pPr>
              <w:jc w:val="center"/>
              <w:rPr>
                <w:sz w:val="22"/>
                <w:szCs w:val="22"/>
              </w:rPr>
            </w:pPr>
          </w:p>
          <w:p w14:paraId="6457C2C5" w14:textId="77777777" w:rsidR="009A10AE" w:rsidRDefault="009A10AE" w:rsidP="009A10AE">
            <w:pPr>
              <w:jc w:val="center"/>
              <w:rPr>
                <w:sz w:val="22"/>
                <w:szCs w:val="22"/>
              </w:rPr>
            </w:pPr>
          </w:p>
          <w:p w14:paraId="1AED17EC" w14:textId="77777777" w:rsidR="009A10AE" w:rsidRPr="008D7312" w:rsidRDefault="009A10AE" w:rsidP="008D7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14BB6FA9" w14:textId="77777777" w:rsidR="009A10AE" w:rsidRPr="009A10AE" w:rsidRDefault="009A10AE">
            <w:pPr>
              <w:tabs>
                <w:tab w:val="left" w:pos="567"/>
                <w:tab w:val="left" w:pos="70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noWrap/>
            <w:vAlign w:val="center"/>
          </w:tcPr>
          <w:p w14:paraId="75B75F56" w14:textId="77777777" w:rsidR="009A10AE" w:rsidRPr="00AB358A" w:rsidRDefault="009A10AE" w:rsidP="000F08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16D1683F" w14:textId="77777777" w:rsidR="009A10AE" w:rsidRPr="00AB358A" w:rsidRDefault="009A10AE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0F0847" w:rsidRPr="00AB358A" w14:paraId="4CB75F76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E1880D0" w14:textId="47F93561" w:rsidR="000F0847" w:rsidRPr="008D7312" w:rsidRDefault="000F0847" w:rsidP="008D7312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vAlign w:val="bottom"/>
          </w:tcPr>
          <w:p w14:paraId="6D128BB1" w14:textId="5AA28C1B" w:rsidR="000F0847" w:rsidRPr="008D7312" w:rsidRDefault="000F0847" w:rsidP="000F0847">
            <w:pPr>
              <w:spacing w:before="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D7312">
              <w:rPr>
                <w:b/>
                <w:bCs/>
                <w:sz w:val="22"/>
                <w:szCs w:val="22"/>
              </w:rPr>
              <w:t>Kabina</w:t>
            </w:r>
          </w:p>
        </w:tc>
        <w:tc>
          <w:tcPr>
            <w:tcW w:w="1600" w:type="dxa"/>
            <w:noWrap/>
            <w:vAlign w:val="center"/>
          </w:tcPr>
          <w:p w14:paraId="7B860739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5FD014B5" w14:textId="77777777" w:rsidR="000F0847" w:rsidRPr="00AB358A" w:rsidRDefault="000F0847" w:rsidP="000F0847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0EF7E97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57A7DC2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7374D99" w14:textId="0288FDC6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 xml:space="preserve">Bezpečnostní </w:t>
            </w:r>
            <w:r w:rsidR="009C2319" w:rsidRPr="00EE0906">
              <w:rPr>
                <w:iCs/>
              </w:rPr>
              <w:t>kabina – odpružená</w:t>
            </w:r>
            <w:r w:rsidRPr="00EE0906">
              <w:rPr>
                <w:iCs/>
              </w:rPr>
              <w:t xml:space="preserve"> pomocí vzduchových jednotek</w:t>
            </w:r>
            <w:r w:rsidR="00E1173B">
              <w:rPr>
                <w:iCs/>
              </w:rPr>
              <w:t xml:space="preserve"> nebo vinutými </w:t>
            </w:r>
            <w:r w:rsidR="009C2319">
              <w:rPr>
                <w:iCs/>
              </w:rPr>
              <w:t>pružinám</w:t>
            </w:r>
          </w:p>
        </w:tc>
        <w:tc>
          <w:tcPr>
            <w:tcW w:w="1600" w:type="dxa"/>
            <w:noWrap/>
            <w:vAlign w:val="center"/>
          </w:tcPr>
          <w:p w14:paraId="7FA8C36A" w14:textId="127C2CB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85DBBBD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414BBCC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83E9F60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574DFCC" w14:textId="7B2A2918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>Klimatizace a topení</w:t>
            </w:r>
          </w:p>
        </w:tc>
        <w:tc>
          <w:tcPr>
            <w:tcW w:w="1600" w:type="dxa"/>
            <w:noWrap/>
            <w:vAlign w:val="center"/>
          </w:tcPr>
          <w:p w14:paraId="5FBA583E" w14:textId="23325845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AD8392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3345FD80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CF9A47D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0283C6E" w14:textId="25885FC1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Nízkofrekvenční vzduchem odpružená sedačka řidiče s vyhříváním s </w:t>
            </w:r>
            <w:proofErr w:type="spellStart"/>
            <w:r w:rsidRPr="00EE0906">
              <w:rPr>
                <w:iCs/>
              </w:rPr>
              <w:t>bezp</w:t>
            </w:r>
            <w:proofErr w:type="spellEnd"/>
            <w:r w:rsidRPr="00EE0906">
              <w:rPr>
                <w:iCs/>
              </w:rPr>
              <w:t xml:space="preserve">. </w:t>
            </w:r>
            <w:r w:rsidR="009C2319" w:rsidRPr="00EE0906">
              <w:rPr>
                <w:iCs/>
              </w:rPr>
              <w:t>pásem s</w:t>
            </w:r>
            <w:r w:rsidRPr="00EE0906">
              <w:rPr>
                <w:iCs/>
              </w:rPr>
              <w:t xml:space="preserve"> možností natáčení vlevo a vpravo o 25</w:t>
            </w:r>
            <w:r w:rsidRPr="00EE0906">
              <w:rPr>
                <w:iCs/>
                <w:vertAlign w:val="superscript"/>
              </w:rPr>
              <w:t>o</w:t>
            </w:r>
          </w:p>
        </w:tc>
        <w:tc>
          <w:tcPr>
            <w:tcW w:w="1600" w:type="dxa"/>
            <w:noWrap/>
            <w:vAlign w:val="center"/>
          </w:tcPr>
          <w:p w14:paraId="52A32CD0" w14:textId="76776582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8FB1448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1A603828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E0C4D46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8FD45A1" w14:textId="4ECDFF05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Sedačka spolujezdce s </w:t>
            </w:r>
            <w:proofErr w:type="spellStart"/>
            <w:r w:rsidRPr="00EE0906">
              <w:rPr>
                <w:iCs/>
              </w:rPr>
              <w:t>bezp</w:t>
            </w:r>
            <w:proofErr w:type="spellEnd"/>
            <w:r w:rsidRPr="00EE0906">
              <w:rPr>
                <w:iCs/>
              </w:rPr>
              <w:t xml:space="preserve">. pásem zapsaná v </w:t>
            </w:r>
            <w:r w:rsidRPr="00EE0906">
              <w:t>osvědčení o registraci stroje.</w:t>
            </w:r>
          </w:p>
        </w:tc>
        <w:tc>
          <w:tcPr>
            <w:tcW w:w="1600" w:type="dxa"/>
            <w:noWrap/>
            <w:vAlign w:val="center"/>
          </w:tcPr>
          <w:p w14:paraId="17650B1B" w14:textId="3491E07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A67C794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1389E2E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725D31C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120BEED" w14:textId="4FBD43A0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Sedačky opatřeny snímacími potahy tmavé barvy.</w:t>
            </w:r>
          </w:p>
        </w:tc>
        <w:tc>
          <w:tcPr>
            <w:tcW w:w="1600" w:type="dxa"/>
            <w:noWrap/>
            <w:vAlign w:val="center"/>
          </w:tcPr>
          <w:p w14:paraId="50495733" w14:textId="2D1AB5B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8A315D9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42FC8FCB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43CB296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79BD69F" w14:textId="2AD81EAD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Stavitelný sloupek řízení</w:t>
            </w:r>
          </w:p>
        </w:tc>
        <w:tc>
          <w:tcPr>
            <w:tcW w:w="1600" w:type="dxa"/>
            <w:noWrap/>
            <w:vAlign w:val="center"/>
          </w:tcPr>
          <w:p w14:paraId="20855918" w14:textId="5F0ED25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6B7C490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6E87E3C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E8A7B89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1B1F508" w14:textId="401DAC9D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 xml:space="preserve">Zpětná zrcátka elektricky ovládaná a vyhřívaná </w:t>
            </w:r>
            <w:r w:rsidRPr="00EE0906">
              <w:rPr>
                <w:bCs/>
              </w:rPr>
              <w:t>s ochrannými kryty.</w:t>
            </w:r>
          </w:p>
        </w:tc>
        <w:tc>
          <w:tcPr>
            <w:tcW w:w="1600" w:type="dxa"/>
            <w:noWrap/>
            <w:vAlign w:val="center"/>
          </w:tcPr>
          <w:p w14:paraId="531231EF" w14:textId="2AF2C67D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C128BBE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0A4BB4C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A21F99B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4717239" w14:textId="4D73CDBD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E0906">
              <w:rPr>
                <w:iCs/>
              </w:rPr>
              <w:t>Mutifunkční</w:t>
            </w:r>
            <w:proofErr w:type="spellEnd"/>
            <w:r w:rsidRPr="00EE0906">
              <w:rPr>
                <w:iCs/>
              </w:rPr>
              <w:t xml:space="preserve"> loketní opěrka s ovládacím panelem</w:t>
            </w:r>
          </w:p>
        </w:tc>
        <w:tc>
          <w:tcPr>
            <w:tcW w:w="1600" w:type="dxa"/>
            <w:noWrap/>
            <w:vAlign w:val="center"/>
          </w:tcPr>
          <w:p w14:paraId="2F37B00D" w14:textId="4DF950D5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669B72C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7CD65B6C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2184648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84D28D9" w14:textId="6EA8A92B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 xml:space="preserve">Vyhřívané přední a zadní okno, tónované zadní okno </w:t>
            </w:r>
          </w:p>
        </w:tc>
        <w:tc>
          <w:tcPr>
            <w:tcW w:w="1600" w:type="dxa"/>
            <w:noWrap/>
            <w:vAlign w:val="center"/>
          </w:tcPr>
          <w:p w14:paraId="2324EDDE" w14:textId="1BBA308E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AC619BD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7998675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A471D00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530416C" w14:textId="576ECAD5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>Stěrače a ostřikovače předního a zadního okna.</w:t>
            </w:r>
          </w:p>
        </w:tc>
        <w:tc>
          <w:tcPr>
            <w:tcW w:w="1600" w:type="dxa"/>
            <w:noWrap/>
            <w:vAlign w:val="center"/>
          </w:tcPr>
          <w:p w14:paraId="174A9D76" w14:textId="60CF52E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487677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F45A65" w:rsidRPr="00AB358A" w14:paraId="3E3D42E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1749CD6" w14:textId="77777777" w:rsidR="00F45A65" w:rsidRPr="00AB358A" w:rsidRDefault="00F45A65" w:rsidP="006051A6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1B1ACC9" w14:textId="7B990CC8" w:rsidR="00F45A65" w:rsidRPr="00EE0906" w:rsidRDefault="00F45A65" w:rsidP="008D7312">
            <w:pPr>
              <w:tabs>
                <w:tab w:val="left" w:pos="567"/>
              </w:tabs>
              <w:jc w:val="both"/>
            </w:pPr>
            <w:r w:rsidRPr="00171527">
              <w:t>Střecha kabiny v přední části prosklená pro výhled nad kabinu</w:t>
            </w:r>
          </w:p>
        </w:tc>
        <w:tc>
          <w:tcPr>
            <w:tcW w:w="1600" w:type="dxa"/>
            <w:noWrap/>
            <w:vAlign w:val="center"/>
          </w:tcPr>
          <w:p w14:paraId="283E7C34" w14:textId="2841CED3" w:rsidR="00F45A65" w:rsidRPr="00AB358A" w:rsidRDefault="00F45A65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02FA0ED" w14:textId="77777777" w:rsidR="00F45A65" w:rsidRPr="00AB358A" w:rsidRDefault="00F45A65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010B851B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B72DF8C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0F6AC77" w14:textId="50684317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>Sluneční clona</w:t>
            </w:r>
            <w:r w:rsidRPr="00EE0906">
              <w:rPr>
                <w:iCs/>
              </w:rPr>
              <w:t xml:space="preserve"> na předním, střešním i zadním okně.</w:t>
            </w:r>
          </w:p>
        </w:tc>
        <w:tc>
          <w:tcPr>
            <w:tcW w:w="1600" w:type="dxa"/>
            <w:noWrap/>
            <w:vAlign w:val="center"/>
          </w:tcPr>
          <w:p w14:paraId="22432A53" w14:textId="1CB1E824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5BB6482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15306078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E454E87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3E281F6" w14:textId="4AE2B0E8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Autorádio s technologií Bluetooth (handsfree) a reproduktory</w:t>
            </w:r>
          </w:p>
        </w:tc>
        <w:tc>
          <w:tcPr>
            <w:tcW w:w="1600" w:type="dxa"/>
            <w:noWrap/>
            <w:vAlign w:val="center"/>
          </w:tcPr>
          <w:p w14:paraId="43A089F1" w14:textId="51E89FDA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0D8B8A6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018A45E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EDF9C2C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3771CC6" w14:textId="75A98F2B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Kabinový pylový filtr</w:t>
            </w:r>
          </w:p>
        </w:tc>
        <w:tc>
          <w:tcPr>
            <w:tcW w:w="1600" w:type="dxa"/>
            <w:noWrap/>
            <w:vAlign w:val="center"/>
          </w:tcPr>
          <w:p w14:paraId="4B97BB22" w14:textId="58A8EDA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6F2F41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5C17627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8E4FD6D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3DB3AAF" w14:textId="5752C464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 xml:space="preserve">Počet LED pracovních světel vpředu min. </w:t>
            </w:r>
            <w:r w:rsidR="00FB58A7">
              <w:t>4</w:t>
            </w:r>
            <w:r w:rsidRPr="00EE0906">
              <w:t xml:space="preserve"> ks + vzadu min. </w:t>
            </w:r>
            <w:r w:rsidR="00FB58A7">
              <w:t>4</w:t>
            </w:r>
            <w:r w:rsidRPr="00EE0906">
              <w:t xml:space="preserve"> ks.</w:t>
            </w:r>
          </w:p>
        </w:tc>
        <w:tc>
          <w:tcPr>
            <w:tcW w:w="1600" w:type="dxa"/>
            <w:noWrap/>
            <w:vAlign w:val="center"/>
          </w:tcPr>
          <w:p w14:paraId="0C66F743" w14:textId="1128013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hodnoty</w:t>
            </w:r>
          </w:p>
        </w:tc>
        <w:tc>
          <w:tcPr>
            <w:tcW w:w="1228" w:type="dxa"/>
            <w:noWrap/>
            <w:vAlign w:val="center"/>
          </w:tcPr>
          <w:p w14:paraId="652874D8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0B5969E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816DA30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FBD436C" w14:textId="48CCB003" w:rsidR="006051A6" w:rsidRPr="008D7312" w:rsidRDefault="00614098" w:rsidP="008D7312">
            <w:pPr>
              <w:tabs>
                <w:tab w:val="left" w:pos="567"/>
              </w:tabs>
              <w:jc w:val="both"/>
            </w:pPr>
            <w:r>
              <w:t>Alternativní světla pro jízdu na silničních komunikacích pro případ zakrytí hlavních světel nástavbou.</w:t>
            </w:r>
          </w:p>
        </w:tc>
        <w:tc>
          <w:tcPr>
            <w:tcW w:w="1600" w:type="dxa"/>
            <w:noWrap/>
            <w:vAlign w:val="center"/>
          </w:tcPr>
          <w:p w14:paraId="2AD053DD" w14:textId="295017FE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52DFFA8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0F291696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C2B6DB8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91D1FC3" w14:textId="5F3E9D0B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t>Světla denního svícení.</w:t>
            </w:r>
          </w:p>
        </w:tc>
        <w:tc>
          <w:tcPr>
            <w:tcW w:w="1600" w:type="dxa"/>
            <w:noWrap/>
            <w:vAlign w:val="center"/>
          </w:tcPr>
          <w:p w14:paraId="3D582F3E" w14:textId="5297CBC2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B192839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9A5096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53A49FB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834F0DB" w14:textId="001B962D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V zadní části střechy namontovaná LED alej ovládaná z kabiny řidiče.</w:t>
            </w:r>
          </w:p>
        </w:tc>
        <w:tc>
          <w:tcPr>
            <w:tcW w:w="1600" w:type="dxa"/>
            <w:noWrap/>
            <w:vAlign w:val="center"/>
          </w:tcPr>
          <w:p w14:paraId="2208F720" w14:textId="1FBE8010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CFD39F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6F9F57F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CB64512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784B1E9" w14:textId="3D5CF465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 xml:space="preserve">Dva </w:t>
            </w:r>
            <w:r w:rsidRPr="00EE0906">
              <w:t xml:space="preserve">výstražné LED majáky oranžové barvy </w:t>
            </w:r>
            <w:r w:rsidRPr="00EE0906">
              <w:rPr>
                <w:bCs/>
              </w:rPr>
              <w:t>s ochrannými kryty.</w:t>
            </w:r>
          </w:p>
        </w:tc>
        <w:tc>
          <w:tcPr>
            <w:tcW w:w="1600" w:type="dxa"/>
            <w:noWrap/>
            <w:vAlign w:val="center"/>
          </w:tcPr>
          <w:p w14:paraId="28AA008D" w14:textId="6FED2274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CE3F0F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42DA791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98C451D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54453DC" w14:textId="32189B70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Vnitřní zpětné zrcátko.</w:t>
            </w:r>
          </w:p>
        </w:tc>
        <w:tc>
          <w:tcPr>
            <w:tcW w:w="1600" w:type="dxa"/>
            <w:noWrap/>
            <w:vAlign w:val="center"/>
          </w:tcPr>
          <w:p w14:paraId="4951EF18" w14:textId="6792CDD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74E5331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C0C77E9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EB25FE1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C1504D8" w14:textId="750FEA41" w:rsidR="006051A6" w:rsidRPr="00AB358A" w:rsidRDefault="006051A6" w:rsidP="006051A6">
            <w:pPr>
              <w:spacing w:before="40"/>
              <w:jc w:val="both"/>
              <w:rPr>
                <w:color w:val="000000"/>
                <w:sz w:val="22"/>
                <w:szCs w:val="22"/>
              </w:rPr>
            </w:pPr>
            <w:r w:rsidRPr="00EE0906">
              <w:rPr>
                <w:iCs/>
              </w:rPr>
              <w:t>Zásuvka napájení</w:t>
            </w:r>
          </w:p>
        </w:tc>
        <w:tc>
          <w:tcPr>
            <w:tcW w:w="1600" w:type="dxa"/>
            <w:noWrap/>
            <w:vAlign w:val="center"/>
          </w:tcPr>
          <w:p w14:paraId="0D679E99" w14:textId="504E6600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B3C1C09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9B2390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D03FBCB" w14:textId="77777777" w:rsidR="006051A6" w:rsidRPr="00AB358A" w:rsidRDefault="006051A6" w:rsidP="008D7312">
            <w:pPr>
              <w:pStyle w:val="Odstavecseseznamem"/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CDF6B26" w14:textId="69681BB3" w:rsidR="006051A6" w:rsidRPr="00EE0906" w:rsidRDefault="006051A6" w:rsidP="006051A6">
            <w:pPr>
              <w:spacing w:before="40"/>
              <w:jc w:val="both"/>
            </w:pPr>
            <w:r>
              <w:rPr>
                <w:b/>
                <w:bCs/>
              </w:rPr>
              <w:t>V</w:t>
            </w:r>
            <w:r w:rsidRPr="00AF5720">
              <w:rPr>
                <w:b/>
                <w:bCs/>
              </w:rPr>
              <w:t>ývodový hřídel</w:t>
            </w:r>
          </w:p>
        </w:tc>
        <w:tc>
          <w:tcPr>
            <w:tcW w:w="1600" w:type="dxa"/>
            <w:noWrap/>
            <w:vAlign w:val="center"/>
          </w:tcPr>
          <w:p w14:paraId="721E4075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0D9BB66D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68887AA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05A9FE3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FB4A474" w14:textId="1BBCF384" w:rsidR="006051A6" w:rsidRPr="008D7312" w:rsidRDefault="006051A6" w:rsidP="008D7312">
            <w:pPr>
              <w:tabs>
                <w:tab w:val="left" w:pos="142"/>
                <w:tab w:val="left" w:pos="567"/>
                <w:tab w:val="left" w:pos="709"/>
              </w:tabs>
              <w:jc w:val="both"/>
              <w:rPr>
                <w:b/>
                <w:bCs/>
              </w:rPr>
            </w:pPr>
            <w:r w:rsidRPr="00C50EAB">
              <w:rPr>
                <w:iCs/>
              </w:rPr>
              <w:t>Pro pohon sekacích nástaveb vývodová hřídel PTO vzadu</w:t>
            </w:r>
            <w:r w:rsidR="000B5AA1">
              <w:rPr>
                <w:iCs/>
              </w:rPr>
              <w:t>,</w:t>
            </w:r>
            <w:r w:rsidRPr="00C50EAB">
              <w:rPr>
                <w:iCs/>
              </w:rPr>
              <w:t xml:space="preserve"> ovládání z kabiny traktoru. </w:t>
            </w:r>
          </w:p>
        </w:tc>
        <w:tc>
          <w:tcPr>
            <w:tcW w:w="1600" w:type="dxa"/>
            <w:noWrap/>
            <w:vAlign w:val="center"/>
          </w:tcPr>
          <w:p w14:paraId="2015B994" w14:textId="4C47A80A" w:rsidR="006051A6" w:rsidRPr="00AB358A" w:rsidRDefault="000B5AA1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C7D2885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3A13BA3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F0FF3D1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2098E0B" w14:textId="52FE2434" w:rsidR="006051A6" w:rsidRDefault="006051A6" w:rsidP="006051A6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C50EAB">
              <w:t>Elektrohydraulické ovládání zadního vývodového hřídele</w:t>
            </w:r>
          </w:p>
        </w:tc>
        <w:tc>
          <w:tcPr>
            <w:tcW w:w="1600" w:type="dxa"/>
            <w:noWrap/>
            <w:vAlign w:val="center"/>
          </w:tcPr>
          <w:p w14:paraId="439AEBCD" w14:textId="1189E6CD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954ECF8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2D19535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EE3BC63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1BEF4B0" w14:textId="7ABFB0EF" w:rsidR="006051A6" w:rsidRDefault="006051A6" w:rsidP="006051A6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C50EAB">
              <w:rPr>
                <w:iCs/>
              </w:rPr>
              <w:t>Ovládaní řazení otáček z kabiny řidiče</w:t>
            </w:r>
          </w:p>
        </w:tc>
        <w:tc>
          <w:tcPr>
            <w:tcW w:w="1600" w:type="dxa"/>
            <w:noWrap/>
            <w:vAlign w:val="center"/>
          </w:tcPr>
          <w:p w14:paraId="35BDCBCB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4D400C01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30AF585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A6FDD90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093ABB1" w14:textId="0DDACE3D" w:rsidR="006051A6" w:rsidRDefault="006051A6" w:rsidP="006051A6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C50EAB">
              <w:rPr>
                <w:iCs/>
              </w:rPr>
              <w:t xml:space="preserve">Vývodové hřídele min. </w:t>
            </w:r>
            <w:r w:rsidR="009C2319" w:rsidRPr="00C50EAB">
              <w:rPr>
                <w:iCs/>
              </w:rPr>
              <w:t>3</w:t>
            </w:r>
            <w:r w:rsidR="009C2319">
              <w:rPr>
                <w:iCs/>
              </w:rPr>
              <w:t>rychlostní</w:t>
            </w:r>
            <w:r w:rsidRPr="00C50EAB">
              <w:rPr>
                <w:iCs/>
              </w:rPr>
              <w:t xml:space="preserve"> 540/540E/1000 </w:t>
            </w:r>
            <w:proofErr w:type="spellStart"/>
            <w:proofErr w:type="gramStart"/>
            <w:r w:rsidRPr="00C50EAB">
              <w:rPr>
                <w:iCs/>
              </w:rPr>
              <w:t>ot</w:t>
            </w:r>
            <w:proofErr w:type="spellEnd"/>
            <w:r w:rsidRPr="00C50EAB">
              <w:rPr>
                <w:iCs/>
              </w:rPr>
              <w:t>./</w:t>
            </w:r>
            <w:proofErr w:type="gramEnd"/>
            <w:r w:rsidRPr="00C50EAB">
              <w:rPr>
                <w:iCs/>
              </w:rPr>
              <w:t>min.</w:t>
            </w:r>
          </w:p>
        </w:tc>
        <w:tc>
          <w:tcPr>
            <w:tcW w:w="1600" w:type="dxa"/>
            <w:noWrap/>
            <w:vAlign w:val="center"/>
          </w:tcPr>
          <w:p w14:paraId="5C2E58A0" w14:textId="279C205F" w:rsidR="006051A6" w:rsidRPr="00AB358A" w:rsidRDefault="00D44375" w:rsidP="00605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90ADC38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0ADDF59E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73546C1" w14:textId="77777777" w:rsidR="006051A6" w:rsidRPr="00AB358A" w:rsidRDefault="006051A6" w:rsidP="008D7312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1E8456A" w14:textId="336419E8" w:rsidR="006051A6" w:rsidRDefault="006051A6" w:rsidP="006051A6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C50EAB">
              <w:t>Ovládání zadního vývodového hřídele i vzadu na blatnících</w:t>
            </w:r>
          </w:p>
        </w:tc>
        <w:tc>
          <w:tcPr>
            <w:tcW w:w="1600" w:type="dxa"/>
            <w:noWrap/>
            <w:vAlign w:val="center"/>
          </w:tcPr>
          <w:p w14:paraId="46BBAB2E" w14:textId="0B26E221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8A2DBFB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6051A6" w:rsidRPr="00AB358A" w14:paraId="384432B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E8835EA" w14:textId="77777777" w:rsidR="006051A6" w:rsidRPr="00AB358A" w:rsidRDefault="006051A6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A894971" w14:textId="4C6A5FA3" w:rsidR="006051A6" w:rsidRPr="008D7312" w:rsidRDefault="006051A6" w:rsidP="006051A6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E311F9">
              <w:rPr>
                <w:b/>
                <w:bCs/>
                <w:iCs/>
              </w:rPr>
              <w:t xml:space="preserve">Zadní tříbodový </w:t>
            </w:r>
            <w:r>
              <w:rPr>
                <w:b/>
                <w:bCs/>
                <w:iCs/>
              </w:rPr>
              <w:t>zá</w:t>
            </w:r>
            <w:r w:rsidRPr="00E311F9">
              <w:rPr>
                <w:b/>
                <w:bCs/>
                <w:iCs/>
              </w:rPr>
              <w:t>věs</w:t>
            </w:r>
          </w:p>
        </w:tc>
        <w:tc>
          <w:tcPr>
            <w:tcW w:w="1600" w:type="dxa"/>
            <w:noWrap/>
            <w:vAlign w:val="center"/>
          </w:tcPr>
          <w:p w14:paraId="0FD36293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3B7951CE" w14:textId="77777777" w:rsidR="006051A6" w:rsidRPr="00AB358A" w:rsidRDefault="006051A6" w:rsidP="006051A6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4DA67F3B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6E32225" w14:textId="77777777" w:rsidR="00F03520" w:rsidRPr="00AB358A" w:rsidRDefault="00F03520" w:rsidP="00F03520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2A1AA4D" w14:textId="3C28A74D" w:rsidR="00F03520" w:rsidRPr="008D7312" w:rsidRDefault="00614098" w:rsidP="008D7312">
            <w:pPr>
              <w:tabs>
                <w:tab w:val="left" w:pos="567"/>
              </w:tabs>
              <w:jc w:val="both"/>
            </w:pPr>
            <w:r w:rsidRPr="005C0751">
              <w:t>Zadní tříbodový závěs kategorie III. s rychloupínáním</w:t>
            </w:r>
          </w:p>
        </w:tc>
        <w:tc>
          <w:tcPr>
            <w:tcW w:w="1600" w:type="dxa"/>
            <w:noWrap/>
            <w:vAlign w:val="center"/>
          </w:tcPr>
          <w:p w14:paraId="2F0F230A" w14:textId="7E6811B5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2C01304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757E4AB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263CFF5" w14:textId="77777777" w:rsidR="00F03520" w:rsidRPr="00AB358A" w:rsidRDefault="00F03520" w:rsidP="00F03520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A2DB096" w14:textId="3455BE0B" w:rsidR="00F03520" w:rsidRPr="00E311F9" w:rsidRDefault="00F03520" w:rsidP="008D7312">
            <w:pPr>
              <w:tabs>
                <w:tab w:val="left" w:pos="142"/>
                <w:tab w:val="left" w:pos="567"/>
                <w:tab w:val="left" w:pos="709"/>
              </w:tabs>
              <w:ind w:left="142"/>
              <w:rPr>
                <w:b/>
                <w:bCs/>
                <w:iCs/>
              </w:rPr>
            </w:pPr>
            <w:r w:rsidRPr="00F90066">
              <w:t>Zadní tříbodový závěs s elektrohydraulickou regulací a ovládáním zvenku na blatnících</w:t>
            </w:r>
          </w:p>
        </w:tc>
        <w:tc>
          <w:tcPr>
            <w:tcW w:w="1600" w:type="dxa"/>
            <w:noWrap/>
            <w:vAlign w:val="center"/>
          </w:tcPr>
          <w:p w14:paraId="05DC4862" w14:textId="15640C1B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ED17B91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0A90876B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B8FC50A" w14:textId="77777777" w:rsidR="00F03520" w:rsidRPr="00AB358A" w:rsidRDefault="00F03520" w:rsidP="00F03520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5871242" w14:textId="586877BF" w:rsidR="00F03520" w:rsidRPr="00E311F9" w:rsidRDefault="00F03520" w:rsidP="00F03520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F90066">
              <w:rPr>
                <w:color w:val="000000"/>
              </w:rPr>
              <w:t>Zvedací kapacita zadního TBZ, dle metodiky OECD (měřeno 610 mm za koncovkami ramen) min. 4 000 kg</w:t>
            </w:r>
          </w:p>
        </w:tc>
        <w:tc>
          <w:tcPr>
            <w:tcW w:w="1600" w:type="dxa"/>
            <w:noWrap/>
            <w:vAlign w:val="center"/>
          </w:tcPr>
          <w:p w14:paraId="39D4511B" w14:textId="19B0444D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1385E90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32D1292B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017D2A1" w14:textId="77777777" w:rsidR="00F03520" w:rsidRPr="00AB358A" w:rsidRDefault="00F03520" w:rsidP="00F03520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6CF84D2B" w14:textId="5EA2AD73" w:rsidR="00F03520" w:rsidRPr="00E311F9" w:rsidRDefault="00F03520" w:rsidP="008D7312">
            <w:pPr>
              <w:tabs>
                <w:tab w:val="left" w:pos="142"/>
                <w:tab w:val="left" w:pos="567"/>
                <w:tab w:val="left" w:pos="709"/>
              </w:tabs>
              <w:jc w:val="both"/>
              <w:rPr>
                <w:b/>
                <w:bCs/>
                <w:iCs/>
              </w:rPr>
            </w:pPr>
            <w:r w:rsidRPr="00F90066">
              <w:t xml:space="preserve">Etážový závěs s automatickou hubicí </w:t>
            </w:r>
            <w:r w:rsidR="009C2319">
              <w:t>o průměru čepu 38 mm</w:t>
            </w:r>
          </w:p>
        </w:tc>
        <w:tc>
          <w:tcPr>
            <w:tcW w:w="1600" w:type="dxa"/>
            <w:noWrap/>
            <w:vAlign w:val="center"/>
          </w:tcPr>
          <w:p w14:paraId="0CB54CEE" w14:textId="4B1465FD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25505ED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6853665D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773EFE6" w14:textId="77777777" w:rsidR="00F03520" w:rsidRPr="008D7312" w:rsidRDefault="00F03520" w:rsidP="008D7312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5C6EE00" w14:textId="39F47388" w:rsidR="00F03520" w:rsidRPr="008D7312" w:rsidRDefault="00F03520" w:rsidP="008D7312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EC1620">
              <w:rPr>
                <w:b/>
                <w:bCs/>
              </w:rPr>
              <w:t>neumatiky</w:t>
            </w:r>
          </w:p>
        </w:tc>
        <w:tc>
          <w:tcPr>
            <w:tcW w:w="1600" w:type="dxa"/>
            <w:noWrap/>
            <w:vAlign w:val="center"/>
          </w:tcPr>
          <w:p w14:paraId="3BA52641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49B9648E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6FB6A492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95E7EE5" w14:textId="77777777" w:rsidR="00F03520" w:rsidRPr="00AB358A" w:rsidRDefault="00F03520" w:rsidP="00F03520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936E69D" w14:textId="4BE78743" w:rsidR="00F03520" w:rsidRPr="00F90066" w:rsidRDefault="00F03520" w:rsidP="008D7312">
            <w:pPr>
              <w:tabs>
                <w:tab w:val="left" w:pos="567"/>
              </w:tabs>
              <w:jc w:val="both"/>
            </w:pPr>
            <w:r w:rsidRPr="00CE5DC2">
              <w:t xml:space="preserve">Radiální přední </w:t>
            </w:r>
            <w:r>
              <w:t xml:space="preserve">a zadní </w:t>
            </w:r>
            <w:r w:rsidRPr="00CE5DC2">
              <w:t xml:space="preserve">pneumatiky s komunálním silničním </w:t>
            </w:r>
            <w:r w:rsidR="00E1173B">
              <w:t>vzorkem</w:t>
            </w:r>
          </w:p>
        </w:tc>
        <w:tc>
          <w:tcPr>
            <w:tcW w:w="1600" w:type="dxa"/>
            <w:noWrap/>
            <w:vAlign w:val="center"/>
          </w:tcPr>
          <w:p w14:paraId="5A3A038E" w14:textId="3E8F837D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EA73559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F03520" w:rsidRPr="00AB358A" w14:paraId="025931EE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EAC83BA" w14:textId="77777777" w:rsidR="00F03520" w:rsidRPr="00AB358A" w:rsidRDefault="00F03520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B463763" w14:textId="51CA39C9" w:rsidR="00F03520" w:rsidRPr="008D7312" w:rsidRDefault="00683EEA" w:rsidP="008D7312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EC1620">
              <w:rPr>
                <w:b/>
                <w:bCs/>
              </w:rPr>
              <w:t>Hydraulický systém</w:t>
            </w:r>
          </w:p>
        </w:tc>
        <w:tc>
          <w:tcPr>
            <w:tcW w:w="1600" w:type="dxa"/>
            <w:noWrap/>
            <w:vAlign w:val="center"/>
          </w:tcPr>
          <w:p w14:paraId="3FC78903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64E00CD5" w14:textId="77777777" w:rsidR="00F03520" w:rsidRPr="00AB358A" w:rsidRDefault="00F03520" w:rsidP="00F03520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72192CB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AAD5F1E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826E6F9" w14:textId="6B4F82B6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>Min. čtyři vnější hydraulické okruhy.</w:t>
            </w:r>
          </w:p>
        </w:tc>
        <w:tc>
          <w:tcPr>
            <w:tcW w:w="1600" w:type="dxa"/>
            <w:noWrap/>
            <w:vAlign w:val="center"/>
          </w:tcPr>
          <w:p w14:paraId="0777DFF0" w14:textId="525C476D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1CD6A8DF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1CE7795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26589BA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6C618959" w14:textId="645677B3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 xml:space="preserve">Min. 2 elektricky ovládané nezávislé okruhy hydrauliky </w:t>
            </w:r>
          </w:p>
        </w:tc>
        <w:tc>
          <w:tcPr>
            <w:tcW w:w="1600" w:type="dxa"/>
            <w:noWrap/>
            <w:vAlign w:val="center"/>
          </w:tcPr>
          <w:p w14:paraId="74DF00EF" w14:textId="04675FE1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2A33B65B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2C9647E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FC816BA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A1CAB58" w14:textId="643B0A55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>Elektricky ovládané nezávislé okruhy hydrauliky s regulací množství průtoku a času průtoku oleje</w:t>
            </w:r>
          </w:p>
        </w:tc>
        <w:tc>
          <w:tcPr>
            <w:tcW w:w="1600" w:type="dxa"/>
            <w:noWrap/>
            <w:vAlign w:val="center"/>
          </w:tcPr>
          <w:p w14:paraId="38E63DA3" w14:textId="2103D851" w:rsidR="00683EEA" w:rsidRPr="00AB358A" w:rsidRDefault="00457D6D" w:rsidP="00683EEA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3D77AFE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105D400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A89AAFE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E717CC2" w14:textId="480845D5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rPr>
                <w:iCs/>
              </w:rPr>
              <w:t xml:space="preserve">Hydraulické pístové čerpadlo pro pracovní okruhy pohonu nástaveb </w:t>
            </w:r>
          </w:p>
        </w:tc>
        <w:tc>
          <w:tcPr>
            <w:tcW w:w="1600" w:type="dxa"/>
            <w:noWrap/>
            <w:vAlign w:val="center"/>
          </w:tcPr>
          <w:p w14:paraId="42CBF7F1" w14:textId="564737D2" w:rsidR="00683EEA" w:rsidRPr="00AB358A" w:rsidRDefault="00457D6D" w:rsidP="00683EEA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5F3ADBF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1BCEFF4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ED10CA9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4DF912D" w14:textId="006BC5E3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>Výkon čerpadla hydraulického systému pro pohon nástaveb min. 110 l/min</w:t>
            </w:r>
          </w:p>
        </w:tc>
        <w:tc>
          <w:tcPr>
            <w:tcW w:w="1600" w:type="dxa"/>
            <w:noWrap/>
            <w:vAlign w:val="center"/>
          </w:tcPr>
          <w:p w14:paraId="4FD146C2" w14:textId="339D9263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2A947165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30A41B02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1478702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0132B7F" w14:textId="41935035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 xml:space="preserve">Provozní tlak čerpadla hydraulického systému min. 20 </w:t>
            </w:r>
            <w:proofErr w:type="spellStart"/>
            <w:r w:rsidRPr="00DB7559">
              <w:t>MPa</w:t>
            </w:r>
            <w:proofErr w:type="spellEnd"/>
          </w:p>
        </w:tc>
        <w:tc>
          <w:tcPr>
            <w:tcW w:w="1600" w:type="dxa"/>
            <w:noWrap/>
            <w:vAlign w:val="center"/>
          </w:tcPr>
          <w:p w14:paraId="3A7883D3" w14:textId="450C4959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3C660394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683EEA" w:rsidRPr="00AB358A" w14:paraId="28465C7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C421AF0" w14:textId="77777777" w:rsidR="00683EEA" w:rsidRPr="00AB358A" w:rsidRDefault="00683EEA" w:rsidP="00683EEA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F1062B9" w14:textId="4B78EAAE" w:rsidR="00683EEA" w:rsidRPr="00CE5DC2" w:rsidRDefault="00683EEA" w:rsidP="00683EEA">
            <w:pPr>
              <w:tabs>
                <w:tab w:val="left" w:pos="567"/>
              </w:tabs>
              <w:jc w:val="both"/>
            </w:pPr>
            <w:r w:rsidRPr="00DB7559">
              <w:t>Joystick pro obsluhu elektricky ovládaných nezávislých okruhů hydrauliky</w:t>
            </w:r>
          </w:p>
        </w:tc>
        <w:tc>
          <w:tcPr>
            <w:tcW w:w="1600" w:type="dxa"/>
            <w:noWrap/>
            <w:vAlign w:val="center"/>
          </w:tcPr>
          <w:p w14:paraId="72A81EA8" w14:textId="67E8DE5E" w:rsidR="00683EEA" w:rsidRPr="00AB358A" w:rsidRDefault="00457D6D" w:rsidP="00683EEA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6AD0FDD" w14:textId="77777777" w:rsidR="00683EEA" w:rsidRPr="00AB358A" w:rsidRDefault="00683EEA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E1173B" w:rsidRPr="00AB358A" w14:paraId="7F311635" w14:textId="77777777" w:rsidTr="000E3184">
        <w:trPr>
          <w:trHeight w:val="285"/>
        </w:trPr>
        <w:tc>
          <w:tcPr>
            <w:tcW w:w="1206" w:type="dxa"/>
            <w:noWrap/>
            <w:vAlign w:val="center"/>
          </w:tcPr>
          <w:p w14:paraId="5BCF69D0" w14:textId="77777777" w:rsidR="00E1173B" w:rsidRPr="00AB358A" w:rsidRDefault="00E1173B" w:rsidP="00E1173B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F1B2FCC" w14:textId="313E7CA6" w:rsidR="00E1173B" w:rsidRPr="00DB7559" w:rsidRDefault="00E1173B" w:rsidP="00E1173B">
            <w:pPr>
              <w:tabs>
                <w:tab w:val="left" w:pos="567"/>
              </w:tabs>
              <w:jc w:val="both"/>
            </w:pPr>
            <w:r w:rsidRPr="00DB7559">
              <w:t>Počet hydraulických vývodů na přední komunální desce + volná vratka min. 4 + 1</w:t>
            </w:r>
          </w:p>
        </w:tc>
        <w:tc>
          <w:tcPr>
            <w:tcW w:w="1600" w:type="dxa"/>
            <w:noWrap/>
            <w:vAlign w:val="center"/>
          </w:tcPr>
          <w:p w14:paraId="110579C8" w14:textId="4540C266" w:rsidR="00E1173B" w:rsidRPr="00AB358A" w:rsidRDefault="00E1173B" w:rsidP="00E117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1A1DAAE0" w14:textId="77777777" w:rsidR="00E1173B" w:rsidRPr="00AB358A" w:rsidRDefault="00E1173B" w:rsidP="00E1173B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0F91960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47E82D8B" w14:textId="77777777" w:rsidR="00457D6D" w:rsidRPr="00AB358A" w:rsidRDefault="00457D6D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1281B31" w14:textId="1FB30C78" w:rsidR="00457D6D" w:rsidRPr="008D7312" w:rsidRDefault="00457D6D" w:rsidP="00683EEA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8D7312">
              <w:rPr>
                <w:b/>
                <w:bCs/>
              </w:rPr>
              <w:t>Přední náprava</w:t>
            </w:r>
          </w:p>
        </w:tc>
        <w:tc>
          <w:tcPr>
            <w:tcW w:w="1600" w:type="dxa"/>
            <w:noWrap/>
            <w:vAlign w:val="center"/>
          </w:tcPr>
          <w:p w14:paraId="6AA7FDA4" w14:textId="77777777" w:rsidR="00457D6D" w:rsidRDefault="00457D6D" w:rsidP="00683E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49BA6A6C" w14:textId="77777777" w:rsidR="00457D6D" w:rsidRPr="00AB358A" w:rsidRDefault="00457D6D" w:rsidP="00683EEA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ECD196A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B0F217C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E848D3B" w14:textId="71820DD3" w:rsidR="00457D6D" w:rsidRPr="00457D6D" w:rsidRDefault="00457D6D" w:rsidP="00457D6D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411E9">
              <w:t xml:space="preserve">Odpružená se 100 % </w:t>
            </w:r>
            <w:r w:rsidR="006B2E8A">
              <w:t>aretací</w:t>
            </w:r>
          </w:p>
        </w:tc>
        <w:tc>
          <w:tcPr>
            <w:tcW w:w="1600" w:type="dxa"/>
            <w:noWrap/>
            <w:vAlign w:val="center"/>
          </w:tcPr>
          <w:p w14:paraId="7E2ADB95" w14:textId="1476A13D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D36EA73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F12A14A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39398DE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05C83F9" w14:textId="0113A3EC" w:rsidR="00457D6D" w:rsidRPr="008D7312" w:rsidRDefault="006B2E8A" w:rsidP="00457D6D">
            <w:pPr>
              <w:tabs>
                <w:tab w:val="left" w:pos="567"/>
              </w:tabs>
              <w:jc w:val="both"/>
            </w:pPr>
            <w:r>
              <w:rPr>
                <w:color w:val="000000"/>
              </w:rPr>
              <w:t xml:space="preserve">Hydraulická </w:t>
            </w:r>
            <w:r w:rsidRPr="00161C2E">
              <w:rPr>
                <w:color w:val="000000"/>
              </w:rPr>
              <w:t xml:space="preserve">blokace </w:t>
            </w:r>
            <w:r>
              <w:rPr>
                <w:color w:val="000000"/>
              </w:rPr>
              <w:t xml:space="preserve">výkyvu </w:t>
            </w:r>
            <w:r w:rsidRPr="00161C2E">
              <w:rPr>
                <w:color w:val="000000"/>
              </w:rPr>
              <w:t>přední nápravy</w:t>
            </w:r>
            <w:r>
              <w:rPr>
                <w:color w:val="000000"/>
              </w:rPr>
              <w:t xml:space="preserve"> na pravé straně</w:t>
            </w:r>
          </w:p>
        </w:tc>
        <w:tc>
          <w:tcPr>
            <w:tcW w:w="1600" w:type="dxa"/>
            <w:noWrap/>
            <w:vAlign w:val="center"/>
          </w:tcPr>
          <w:p w14:paraId="783F9CBA" w14:textId="0E61072F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B6C9165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5A73DC8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2B1CFB8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6A7A8C59" w14:textId="05C06EA3" w:rsidR="00457D6D" w:rsidRPr="00457D6D" w:rsidRDefault="00457D6D" w:rsidP="00457D6D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411E9">
              <w:rPr>
                <w:color w:val="000000"/>
              </w:rPr>
              <w:t>Ovládání blokace nápravy z kabiny</w:t>
            </w:r>
          </w:p>
        </w:tc>
        <w:tc>
          <w:tcPr>
            <w:tcW w:w="1600" w:type="dxa"/>
            <w:noWrap/>
            <w:vAlign w:val="center"/>
          </w:tcPr>
          <w:p w14:paraId="7A672F9C" w14:textId="2EDCD2C4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39A687C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69132E2C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212B2B0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25DFBAF" w14:textId="42611EA2" w:rsidR="00457D6D" w:rsidRPr="00457D6D" w:rsidRDefault="00457D6D" w:rsidP="00457D6D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411E9">
              <w:t>Zatížení přední nápravy bez omezení rychlosti min. 3 700 kg (dle osvědčení o registraci stroje)</w:t>
            </w:r>
          </w:p>
        </w:tc>
        <w:tc>
          <w:tcPr>
            <w:tcW w:w="1600" w:type="dxa"/>
            <w:noWrap/>
            <w:vAlign w:val="center"/>
          </w:tcPr>
          <w:p w14:paraId="6CA50027" w14:textId="44B90DE5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  <w:p w14:paraId="6A8D11B5" w14:textId="5B66F065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0ED423E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043E21A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734EA07" w14:textId="77777777" w:rsidR="00457D6D" w:rsidRPr="00AB358A" w:rsidRDefault="00457D6D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402D534" w14:textId="66A29E2E" w:rsidR="00457D6D" w:rsidRPr="008D7312" w:rsidRDefault="00457D6D" w:rsidP="008D7312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</w:rPr>
            </w:pPr>
            <w:r w:rsidRPr="00CB5828">
              <w:rPr>
                <w:b/>
                <w:bCs/>
              </w:rPr>
              <w:t>Rozměry</w:t>
            </w:r>
            <w:r>
              <w:rPr>
                <w:b/>
                <w:bCs/>
              </w:rPr>
              <w:t xml:space="preserve"> a hodnoty</w:t>
            </w:r>
          </w:p>
        </w:tc>
        <w:tc>
          <w:tcPr>
            <w:tcW w:w="1600" w:type="dxa"/>
            <w:noWrap/>
            <w:vAlign w:val="center"/>
          </w:tcPr>
          <w:p w14:paraId="7BB9EA61" w14:textId="77777777" w:rsidR="00457D6D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266177D0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A978EE9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142ACEC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5F09980" w14:textId="7B80C906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t>Rozvoz max. 2</w:t>
            </w:r>
            <w:r w:rsidR="006B2E8A">
              <w:t>5</w:t>
            </w:r>
            <w:r w:rsidRPr="005601B1">
              <w:t>00 mm</w:t>
            </w:r>
          </w:p>
        </w:tc>
        <w:tc>
          <w:tcPr>
            <w:tcW w:w="1600" w:type="dxa"/>
            <w:noWrap/>
            <w:vAlign w:val="center"/>
          </w:tcPr>
          <w:p w14:paraId="4A3D8D14" w14:textId="4796A5F6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365A2058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BA11081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AE5AD8D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83FCE5F" w14:textId="575A3EF0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t>Objem palivové nádrže min. 180 l</w:t>
            </w:r>
          </w:p>
        </w:tc>
        <w:tc>
          <w:tcPr>
            <w:tcW w:w="1600" w:type="dxa"/>
            <w:noWrap/>
            <w:vAlign w:val="center"/>
          </w:tcPr>
          <w:p w14:paraId="62DCC550" w14:textId="563A1A79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A8A6DBF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00A1B76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13396979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C900620" w14:textId="3C2D5501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rPr>
                <w:iCs/>
              </w:rPr>
              <w:t>Největší technicky povolená hmotnost traktoru min. 8 800 kg.</w:t>
            </w:r>
          </w:p>
        </w:tc>
        <w:tc>
          <w:tcPr>
            <w:tcW w:w="1600" w:type="dxa"/>
            <w:noWrap/>
            <w:vAlign w:val="center"/>
          </w:tcPr>
          <w:p w14:paraId="0A4B73F8" w14:textId="77777777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  <w:p w14:paraId="5C47B1D2" w14:textId="77777777" w:rsidR="00457D6D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457DA7F8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6F919F1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1AB09F0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9A942E9" w14:textId="3222DCB5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t xml:space="preserve">Výška bez </w:t>
            </w:r>
            <w:proofErr w:type="spellStart"/>
            <w:r w:rsidRPr="005601B1">
              <w:t>výstr</w:t>
            </w:r>
            <w:proofErr w:type="spellEnd"/>
            <w:r w:rsidRPr="005601B1">
              <w:t>. majáků max. 3 100 mm.</w:t>
            </w:r>
          </w:p>
        </w:tc>
        <w:tc>
          <w:tcPr>
            <w:tcW w:w="1600" w:type="dxa"/>
            <w:noWrap/>
            <w:vAlign w:val="center"/>
          </w:tcPr>
          <w:p w14:paraId="7D78AEE5" w14:textId="7EE8AC43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19DA879F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71A085A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079829A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0940970" w14:textId="7E79E152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t>Šířka max</w:t>
            </w:r>
            <w:r w:rsidRPr="002C2970">
              <w:t xml:space="preserve">. </w:t>
            </w:r>
            <w:r w:rsidRPr="008D7312">
              <w:t>2 550 mm.</w:t>
            </w:r>
          </w:p>
        </w:tc>
        <w:tc>
          <w:tcPr>
            <w:tcW w:w="1600" w:type="dxa"/>
            <w:noWrap/>
            <w:vAlign w:val="center"/>
          </w:tcPr>
          <w:p w14:paraId="7A3AF011" w14:textId="7D7C2950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218A90C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2857722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E27E9CA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C40E5B7" w14:textId="2D133F8A" w:rsidR="00457D6D" w:rsidRPr="00E311F9" w:rsidRDefault="00457D6D" w:rsidP="00457D6D">
            <w:pPr>
              <w:tabs>
                <w:tab w:val="left" w:pos="142"/>
                <w:tab w:val="left" w:pos="567"/>
                <w:tab w:val="left" w:pos="709"/>
              </w:tabs>
              <w:ind w:left="142"/>
              <w:jc w:val="both"/>
              <w:rPr>
                <w:b/>
                <w:bCs/>
                <w:iCs/>
              </w:rPr>
            </w:pPr>
            <w:r w:rsidRPr="005601B1">
              <w:t>Délka max. 5 </w:t>
            </w:r>
            <w:r w:rsidR="00BD358D">
              <w:t>0</w:t>
            </w:r>
            <w:r w:rsidRPr="005601B1">
              <w:t>00 mm</w:t>
            </w:r>
          </w:p>
        </w:tc>
        <w:tc>
          <w:tcPr>
            <w:tcW w:w="1600" w:type="dxa"/>
            <w:noWrap/>
            <w:vAlign w:val="center"/>
          </w:tcPr>
          <w:p w14:paraId="40B976B8" w14:textId="4B3A82FB" w:rsidR="00457D6D" w:rsidRDefault="00457D6D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260C577F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15698AE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7AAD57D" w14:textId="77777777" w:rsidR="00457D6D" w:rsidRPr="00AB358A" w:rsidRDefault="00457D6D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FCD0217" w14:textId="3844CD4D" w:rsidR="00457D6D" w:rsidRPr="008D7312" w:rsidRDefault="00457D6D" w:rsidP="008D7312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C57CC8">
              <w:rPr>
                <w:b/>
                <w:bCs/>
              </w:rPr>
              <w:t>Brzdy</w:t>
            </w:r>
          </w:p>
        </w:tc>
        <w:tc>
          <w:tcPr>
            <w:tcW w:w="1600" w:type="dxa"/>
            <w:noWrap/>
            <w:vAlign w:val="center"/>
          </w:tcPr>
          <w:p w14:paraId="16D5F27E" w14:textId="77777777" w:rsidR="00457D6D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28C47FDA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77E5741C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5904E80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C20678D" w14:textId="719C50CA" w:rsidR="00457D6D" w:rsidRPr="00C57CC8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AF3C28">
              <w:t>Vzduchové brzdy pro zapojení přívěsu s dvouokruhovým i jednookruhovým brzdovým systémem.</w:t>
            </w:r>
          </w:p>
        </w:tc>
        <w:tc>
          <w:tcPr>
            <w:tcW w:w="1600" w:type="dxa"/>
            <w:noWrap/>
            <w:vAlign w:val="center"/>
          </w:tcPr>
          <w:p w14:paraId="02319160" w14:textId="1212C836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2A2BACF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16AEFF1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0E1B75B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E43EA8F" w14:textId="14D44FBE" w:rsidR="00457D6D" w:rsidRPr="00C57CC8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AF3C28">
              <w:t>Provozní brzdy</w:t>
            </w:r>
          </w:p>
        </w:tc>
        <w:tc>
          <w:tcPr>
            <w:tcW w:w="1600" w:type="dxa"/>
            <w:noWrap/>
            <w:vAlign w:val="center"/>
          </w:tcPr>
          <w:p w14:paraId="6E8A5B3E" w14:textId="1F059BA4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CDB5DEC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6FEC313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BA20050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0F2DB18" w14:textId="3003F754" w:rsidR="00457D6D" w:rsidRPr="00C57CC8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AF3C28">
              <w:t xml:space="preserve">Parkovací brzda </w:t>
            </w:r>
          </w:p>
        </w:tc>
        <w:tc>
          <w:tcPr>
            <w:tcW w:w="1600" w:type="dxa"/>
            <w:noWrap/>
            <w:vAlign w:val="center"/>
          </w:tcPr>
          <w:p w14:paraId="2FCC2659" w14:textId="657371EC" w:rsidR="00457D6D" w:rsidRDefault="00457D6D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5E7FD46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23B6C840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3A665480" w14:textId="77777777" w:rsidR="00457D6D" w:rsidRPr="00AB358A" w:rsidRDefault="00457D6D" w:rsidP="008D7312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2C47A96" w14:textId="4CA6FE2A" w:rsidR="00457D6D" w:rsidRPr="00AF3C28" w:rsidRDefault="00457D6D" w:rsidP="00457D6D">
            <w:pPr>
              <w:tabs>
                <w:tab w:val="left" w:pos="567"/>
              </w:tabs>
              <w:ind w:left="142"/>
              <w:jc w:val="both"/>
            </w:pPr>
            <w:r>
              <w:rPr>
                <w:b/>
                <w:bCs/>
              </w:rPr>
              <w:t>Příslušenství</w:t>
            </w:r>
          </w:p>
        </w:tc>
        <w:tc>
          <w:tcPr>
            <w:tcW w:w="1600" w:type="dxa"/>
            <w:noWrap/>
            <w:vAlign w:val="center"/>
          </w:tcPr>
          <w:p w14:paraId="469F75ED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6E7BF018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500D81F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564AF5F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32A8D7CF" w14:textId="148F25BB" w:rsidR="00457D6D" w:rsidRPr="008D7312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iCs/>
              </w:rPr>
              <w:t xml:space="preserve">Čelní upínací deska dle DIN 76060 </w:t>
            </w:r>
            <w:r w:rsidRPr="003E6D2F">
              <w:t>velikost 3 /5</w:t>
            </w:r>
          </w:p>
        </w:tc>
        <w:tc>
          <w:tcPr>
            <w:tcW w:w="1600" w:type="dxa"/>
            <w:noWrap/>
            <w:vAlign w:val="center"/>
          </w:tcPr>
          <w:p w14:paraId="126BE343" w14:textId="3C71DBDD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FFA4A9E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6F96B447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1F71526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1EF309A8" w14:textId="52A72829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iCs/>
                <w:spacing w:val="-1"/>
              </w:rPr>
              <w:t>U čelní upínací desky DIN</w:t>
            </w:r>
            <w:r w:rsidRPr="003E6D2F">
              <w:rPr>
                <w:iCs/>
              </w:rPr>
              <w:t xml:space="preserve"> 76060 </w:t>
            </w:r>
            <w:r w:rsidRPr="003E6D2F">
              <w:t xml:space="preserve">DIN velikost 3 /5 </w:t>
            </w:r>
            <w:r w:rsidRPr="003E6D2F">
              <w:rPr>
                <w:iCs/>
                <w:spacing w:val="-1"/>
              </w:rPr>
              <w:t>umístěna el. zásuvka 7 PIN pro zapojení pozičního osvětlení sněhové radlice.</w:t>
            </w:r>
          </w:p>
        </w:tc>
        <w:tc>
          <w:tcPr>
            <w:tcW w:w="1600" w:type="dxa"/>
            <w:noWrap/>
            <w:vAlign w:val="center"/>
          </w:tcPr>
          <w:p w14:paraId="6CC62402" w14:textId="5DAA0A18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860407D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D49E2E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C88BFDD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53566D1" w14:textId="71BC93B2" w:rsidR="00457D6D" w:rsidRPr="002C2970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8D7312">
              <w:t>Závaží v zadních kolech min. 300 kg.</w:t>
            </w:r>
          </w:p>
        </w:tc>
        <w:tc>
          <w:tcPr>
            <w:tcW w:w="1600" w:type="dxa"/>
            <w:noWrap/>
            <w:vAlign w:val="center"/>
          </w:tcPr>
          <w:p w14:paraId="6CB6181F" w14:textId="4EB49C7B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20C83FF2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62705232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EC6D317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C9CEFAD" w14:textId="08834F05" w:rsidR="00457D6D" w:rsidRPr="008D7312" w:rsidRDefault="00457D6D" w:rsidP="008D7312">
            <w:pPr>
              <w:jc w:val="both"/>
            </w:pPr>
            <w:r w:rsidRPr="008D7312">
              <w:rPr>
                <w:iCs/>
              </w:rPr>
              <w:t>Rozšířené přední i zadní blatníky</w:t>
            </w:r>
            <w:r w:rsidR="002C2970" w:rsidRPr="008D7312">
              <w:rPr>
                <w:iCs/>
              </w:rPr>
              <w:t xml:space="preserve"> </w:t>
            </w:r>
            <w:bookmarkStart w:id="1" w:name="_Hlk206482405"/>
            <w:r w:rsidR="002C2970" w:rsidRPr="002C2970">
              <w:rPr>
                <w:iCs/>
              </w:rPr>
              <w:t>překrývající celou šířku běhounu.</w:t>
            </w:r>
            <w:bookmarkEnd w:id="1"/>
          </w:p>
        </w:tc>
        <w:tc>
          <w:tcPr>
            <w:tcW w:w="1600" w:type="dxa"/>
            <w:noWrap/>
            <w:vAlign w:val="center"/>
          </w:tcPr>
          <w:p w14:paraId="7BA37CE9" w14:textId="5077EA53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9FBF845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68917E2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BD95595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BB52BAB" w14:textId="6FA7D038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spacing w:val="-1"/>
              </w:rPr>
              <w:t xml:space="preserve">Podvozek opatřen rámem pro přímou montáž příkopového žacího ramene, provedení podvozku jako </w:t>
            </w:r>
            <w:proofErr w:type="spellStart"/>
            <w:r w:rsidRPr="003E6D2F">
              <w:rPr>
                <w:spacing w:val="-1"/>
              </w:rPr>
              <w:t>celorámová</w:t>
            </w:r>
            <w:proofErr w:type="spellEnd"/>
            <w:r w:rsidRPr="003E6D2F">
              <w:rPr>
                <w:spacing w:val="-1"/>
              </w:rPr>
              <w:t xml:space="preserve"> konstrukce traktoru nebo jako přídavný rám k traktoru</w:t>
            </w:r>
          </w:p>
        </w:tc>
        <w:tc>
          <w:tcPr>
            <w:tcW w:w="1600" w:type="dxa"/>
            <w:noWrap/>
            <w:vAlign w:val="center"/>
          </w:tcPr>
          <w:p w14:paraId="40590062" w14:textId="4A08C596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1709176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1A67A16E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2B707F3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2B8E6F1" w14:textId="13EBE6EA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t xml:space="preserve">Barva traktoru RAL 2011, min. střecha, zadní blatníky, kapota motoru </w:t>
            </w:r>
          </w:p>
        </w:tc>
        <w:tc>
          <w:tcPr>
            <w:tcW w:w="1600" w:type="dxa"/>
            <w:noWrap/>
            <w:vAlign w:val="center"/>
          </w:tcPr>
          <w:p w14:paraId="3A809A85" w14:textId="04E373CB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2B4BA9A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0D54B8BF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FAEFA62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6C88B8B" w14:textId="5C064824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iCs/>
              </w:rPr>
              <w:t>Odpojovač akumulátorů.</w:t>
            </w:r>
          </w:p>
        </w:tc>
        <w:tc>
          <w:tcPr>
            <w:tcW w:w="1600" w:type="dxa"/>
            <w:noWrap/>
            <w:vAlign w:val="center"/>
          </w:tcPr>
          <w:p w14:paraId="069E3CC6" w14:textId="537178E0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F8E3358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A34D5B8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10A5BCB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5704407" w14:textId="780A8290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iCs/>
              </w:rPr>
              <w:t>Skříňka na nářadí.</w:t>
            </w:r>
          </w:p>
        </w:tc>
        <w:tc>
          <w:tcPr>
            <w:tcW w:w="1600" w:type="dxa"/>
            <w:noWrap/>
            <w:vAlign w:val="center"/>
          </w:tcPr>
          <w:p w14:paraId="5EEE8CBE" w14:textId="218C437C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09A4AD1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2F2FF7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0BF89B18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B62AB61" w14:textId="7FE1AAB5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t xml:space="preserve">Zvýšená protikorozní ochrana podvozku traktorového nosiče tixotropním antikorozním přípravkem s vysokým obsahem zinku na bázi tvrdého syntetického vosku, s dlouhodobým účinkem ochrany proti korozi, vysokou tixotropií, s vlastností ochrany i před vysokými teplotami (alternativně jiným kvalitativně stejným přípravkem). </w:t>
            </w:r>
          </w:p>
        </w:tc>
        <w:tc>
          <w:tcPr>
            <w:tcW w:w="1600" w:type="dxa"/>
            <w:noWrap/>
            <w:vAlign w:val="center"/>
          </w:tcPr>
          <w:p w14:paraId="735582E6" w14:textId="7CDBCB2A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Doplnit název</w:t>
            </w:r>
          </w:p>
        </w:tc>
        <w:tc>
          <w:tcPr>
            <w:tcW w:w="1228" w:type="dxa"/>
            <w:noWrap/>
            <w:vAlign w:val="center"/>
          </w:tcPr>
          <w:p w14:paraId="328BA984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4C25D3B3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56714C9D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539505A4" w14:textId="17CE7C1E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spacing w:val="-1"/>
              </w:rPr>
              <w:t>Hasicí přístroj</w:t>
            </w:r>
          </w:p>
        </w:tc>
        <w:tc>
          <w:tcPr>
            <w:tcW w:w="1600" w:type="dxa"/>
            <w:noWrap/>
            <w:vAlign w:val="center"/>
          </w:tcPr>
          <w:p w14:paraId="17063FEB" w14:textId="663C1325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5CEDDF4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14205005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725A46D0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C5B9187" w14:textId="677C50E1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iCs/>
              </w:rPr>
              <w:t>Základní výbava dle vyhlášky o provozu na pozemních komunikacích</w:t>
            </w:r>
          </w:p>
        </w:tc>
        <w:tc>
          <w:tcPr>
            <w:tcW w:w="1600" w:type="dxa"/>
            <w:noWrap/>
            <w:vAlign w:val="center"/>
          </w:tcPr>
          <w:p w14:paraId="2FEA942D" w14:textId="3887A7F3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5435BA9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73AECD3A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29CFEF8D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925C66C" w14:textId="2737BA9B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t>Osvědčení o registraci stroje.</w:t>
            </w:r>
          </w:p>
        </w:tc>
        <w:tc>
          <w:tcPr>
            <w:tcW w:w="1600" w:type="dxa"/>
            <w:noWrap/>
            <w:vAlign w:val="center"/>
          </w:tcPr>
          <w:p w14:paraId="2939DAAD" w14:textId="068768AF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B86F697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  <w:tr w:rsidR="00457D6D" w:rsidRPr="00AB358A" w14:paraId="3A9D6034" w14:textId="77777777" w:rsidTr="008D7312">
        <w:trPr>
          <w:trHeight w:val="285"/>
        </w:trPr>
        <w:tc>
          <w:tcPr>
            <w:tcW w:w="1206" w:type="dxa"/>
            <w:noWrap/>
            <w:vAlign w:val="center"/>
          </w:tcPr>
          <w:p w14:paraId="6335E043" w14:textId="77777777" w:rsidR="00457D6D" w:rsidRPr="00AB358A" w:rsidRDefault="00457D6D" w:rsidP="00457D6D">
            <w:pPr>
              <w:pStyle w:val="Odstavecseseznamem"/>
              <w:numPr>
                <w:ilvl w:val="0"/>
                <w:numId w:val="6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24E9678C" w14:textId="1FFE913F" w:rsidR="00457D6D" w:rsidRPr="00457D6D" w:rsidRDefault="00457D6D" w:rsidP="00457D6D">
            <w:pPr>
              <w:tabs>
                <w:tab w:val="left" w:pos="567"/>
              </w:tabs>
              <w:ind w:left="142"/>
              <w:jc w:val="both"/>
              <w:rPr>
                <w:b/>
                <w:bCs/>
              </w:rPr>
            </w:pPr>
            <w:r w:rsidRPr="003E6D2F">
              <w:rPr>
                <w:bCs/>
              </w:rPr>
              <w:t>Požadavek aktivních FMS dat pro přenos do GPS modulu třetí strany čili aktivní FMS brána dle standardního protokolu</w:t>
            </w:r>
          </w:p>
        </w:tc>
        <w:tc>
          <w:tcPr>
            <w:tcW w:w="1600" w:type="dxa"/>
            <w:noWrap/>
            <w:vAlign w:val="center"/>
          </w:tcPr>
          <w:p w14:paraId="29362D58" w14:textId="2B466FC1" w:rsidR="00457D6D" w:rsidRPr="00AB358A" w:rsidRDefault="000E3184" w:rsidP="00457D6D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E764763" w14:textId="77777777" w:rsidR="00457D6D" w:rsidRPr="00AB358A" w:rsidRDefault="00457D6D" w:rsidP="00457D6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54EE75" w14:textId="77777777" w:rsidR="00E45F2F" w:rsidRDefault="00E45F2F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tbl>
      <w:tblPr>
        <w:tblW w:w="97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4673"/>
        <w:gridCol w:w="997"/>
        <w:gridCol w:w="1600"/>
        <w:gridCol w:w="1228"/>
        <w:gridCol w:w="7"/>
      </w:tblGrid>
      <w:tr w:rsidR="00457D6D" w:rsidRPr="00AB358A" w14:paraId="3A87CEA8" w14:textId="77777777" w:rsidTr="008D7312">
        <w:trPr>
          <w:trHeight w:val="816"/>
        </w:trPr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0D87BF" w14:textId="77777777" w:rsidR="00457D6D" w:rsidRPr="00AB358A" w:rsidRDefault="00457D6D" w:rsidP="00AB358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69B3" w14:textId="1AFAFBB5" w:rsidR="00457D6D" w:rsidRPr="00AB358A" w:rsidRDefault="001F15C8" w:rsidP="00AB358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Mezinápravová</w:t>
            </w:r>
            <w:r w:rsidR="004C57D3">
              <w:rPr>
                <w:b/>
                <w:bCs/>
                <w:sz w:val="22"/>
                <w:szCs w:val="22"/>
              </w:rPr>
              <w:t xml:space="preserve"> </w:t>
            </w:r>
            <w:r w:rsidR="00457D6D" w:rsidRPr="00AB358A">
              <w:rPr>
                <w:b/>
                <w:bCs/>
                <w:sz w:val="22"/>
                <w:szCs w:val="22"/>
              </w:rPr>
              <w:t>ramenová</w:t>
            </w:r>
            <w:r w:rsidR="004C57D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</w:t>
            </w:r>
            <w:r w:rsidR="004C57D3" w:rsidRPr="00AB358A">
              <w:rPr>
                <w:b/>
                <w:bCs/>
                <w:sz w:val="22"/>
                <w:szCs w:val="22"/>
              </w:rPr>
              <w:t>ekací nástavba</w:t>
            </w:r>
            <w:r w:rsidR="00457D6D" w:rsidRPr="00AB358A">
              <w:rPr>
                <w:b/>
                <w:bCs/>
                <w:sz w:val="22"/>
                <w:szCs w:val="22"/>
              </w:rPr>
              <w:t>, typ a označení:</w:t>
            </w:r>
          </w:p>
        </w:tc>
        <w:tc>
          <w:tcPr>
            <w:tcW w:w="3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CE487" w14:textId="77777777" w:rsidR="00457D6D" w:rsidRPr="00AB358A" w:rsidRDefault="00457D6D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Doplní prodávající</w:t>
            </w:r>
          </w:p>
        </w:tc>
      </w:tr>
      <w:tr w:rsidR="00457D6D" w:rsidRPr="00AB358A" w14:paraId="1B859ADC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tcBorders>
              <w:top w:val="single" w:sz="4" w:space="0" w:color="auto"/>
            </w:tcBorders>
            <w:noWrap/>
            <w:vAlign w:val="center"/>
          </w:tcPr>
          <w:p w14:paraId="070FE50B" w14:textId="77777777" w:rsidR="00457D6D" w:rsidRPr="00AB358A" w:rsidRDefault="00457D6D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  <w:vAlign w:val="center"/>
          </w:tcPr>
          <w:p w14:paraId="07D27A97" w14:textId="77777777" w:rsidR="00457D6D" w:rsidRPr="00AB358A" w:rsidRDefault="00457D6D" w:rsidP="00AB358A">
            <w:pPr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center"/>
          </w:tcPr>
          <w:p w14:paraId="30B5B10C" w14:textId="1A38120B" w:rsidR="00457D6D" w:rsidRPr="00AB358A" w:rsidRDefault="00457D6D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000000"/>
                <w:sz w:val="22"/>
                <w:szCs w:val="22"/>
              </w:rPr>
              <w:t xml:space="preserve">Možnosti / </w:t>
            </w:r>
            <w:r w:rsidR="00280315" w:rsidRPr="00AB358A">
              <w:rPr>
                <w:b/>
                <w:bCs/>
                <w:color w:val="000000"/>
                <w:sz w:val="22"/>
                <w:szCs w:val="22"/>
              </w:rPr>
              <w:t>způsob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4555EA0F" w14:textId="77777777" w:rsidR="00457D6D" w:rsidRPr="00AB358A" w:rsidRDefault="00457D6D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0C010CFB" w14:textId="77777777" w:rsidR="00457D6D" w:rsidRPr="00AB358A" w:rsidRDefault="00457D6D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1F5BB042" w14:textId="77777777" w:rsidR="00457D6D" w:rsidRPr="00AB358A" w:rsidRDefault="00457D6D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586BE6" w:rsidRPr="00AB358A" w14:paraId="2BC41C09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F92BD51" w14:textId="77777777" w:rsidR="00586BE6" w:rsidRPr="00AB358A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B75ACA2" w14:textId="365D5752" w:rsidR="00586BE6" w:rsidRPr="00AB358A" w:rsidRDefault="00586BE6" w:rsidP="00586BE6">
            <w:pPr>
              <w:rPr>
                <w:iCs/>
                <w:sz w:val="22"/>
                <w:szCs w:val="22"/>
              </w:rPr>
            </w:pPr>
            <w:r w:rsidRPr="00227788">
              <w:rPr>
                <w:color w:val="000000"/>
              </w:rPr>
              <w:t>Sekačka řešena jako výměnná nástavba s </w:t>
            </w:r>
            <w:r w:rsidRPr="00227788">
              <w:t>počítadlem motohodin,</w:t>
            </w:r>
            <w:r w:rsidRPr="00227788">
              <w:rPr>
                <w:color w:val="000000"/>
              </w:rPr>
              <w:t xml:space="preserve"> s hnacím agregátem zavěšeným v zadním tříbodovém závěsu traktoru a s vlastním ramenem s žací hlavou, montovaným mezi nápravy.</w:t>
            </w:r>
          </w:p>
        </w:tc>
        <w:tc>
          <w:tcPr>
            <w:tcW w:w="1600" w:type="dxa"/>
            <w:noWrap/>
            <w:vAlign w:val="center"/>
          </w:tcPr>
          <w:p w14:paraId="1C6CA563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F11750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25BB305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4398D92" w14:textId="35D0D79C" w:rsidR="00586BE6" w:rsidRPr="00AB358A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gridSpan w:val="2"/>
          </w:tcPr>
          <w:p w14:paraId="6EF8F752" w14:textId="35EBAE85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Mezinápravové uložení žacího ramene, rameno je namontováno na rám se spodním uchycením, bez horního přepásání krytu motoru.</w:t>
            </w:r>
          </w:p>
        </w:tc>
        <w:tc>
          <w:tcPr>
            <w:tcW w:w="1600" w:type="dxa"/>
            <w:noWrap/>
            <w:vAlign w:val="center"/>
          </w:tcPr>
          <w:p w14:paraId="60350A76" w14:textId="63628524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DDF2C8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3B4C743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B829FEB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D3DB7F6" w14:textId="2D92F3F7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Umístění ramene na pravé straně – systém práce vpravo, rameno sekacího nástroje umístěno mezi přední a zadní nápravou se zajištěním v transportní poloze s krytím hydraulických hadic na ramenech sekačky.</w:t>
            </w:r>
          </w:p>
        </w:tc>
        <w:tc>
          <w:tcPr>
            <w:tcW w:w="1600" w:type="dxa"/>
            <w:noWrap/>
            <w:vAlign w:val="center"/>
          </w:tcPr>
          <w:p w14:paraId="53C73E0B" w14:textId="7D0EBD7B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DA4187F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7CBA71D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437CF48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C17BD99" w14:textId="715B4922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Robustní konstrukce výložníku z min. 6</w:t>
            </w:r>
            <w:r w:rsidR="009C2319">
              <w:rPr>
                <w:color w:val="000000"/>
              </w:rPr>
              <w:t>ti</w:t>
            </w:r>
            <w:r w:rsidRPr="00227788">
              <w:rPr>
                <w:color w:val="000000"/>
              </w:rPr>
              <w:t>bokého profilu</w:t>
            </w:r>
          </w:p>
        </w:tc>
        <w:tc>
          <w:tcPr>
            <w:tcW w:w="1600" w:type="dxa"/>
            <w:noWrap/>
            <w:vAlign w:val="center"/>
          </w:tcPr>
          <w:p w14:paraId="05D15227" w14:textId="5F5308DB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A496527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850E730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EAB7487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2A232AA" w14:textId="76516126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Nezávislá hydraulika</w:t>
            </w:r>
          </w:p>
        </w:tc>
        <w:tc>
          <w:tcPr>
            <w:tcW w:w="1600" w:type="dxa"/>
            <w:noWrap/>
            <w:vAlign w:val="center"/>
          </w:tcPr>
          <w:p w14:paraId="337E7282" w14:textId="5AF334F2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4FBBB66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9F8951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AA7FBDE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9761D75" w14:textId="2B08D6E2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Hydraulická nájezdová pojistka s automatickým návratem ramena do výchozí polohy</w:t>
            </w:r>
          </w:p>
        </w:tc>
        <w:tc>
          <w:tcPr>
            <w:tcW w:w="1600" w:type="dxa"/>
            <w:noWrap/>
            <w:vAlign w:val="center"/>
          </w:tcPr>
          <w:p w14:paraId="7354F8FA" w14:textId="7F892995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DE0891B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5DF7F309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77C1422B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C14545F" w14:textId="5814ED13" w:rsidR="00586BE6" w:rsidRPr="00AB358A" w:rsidRDefault="006B2E8A" w:rsidP="00586BE6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Automatický s</w:t>
            </w:r>
            <w:r w:rsidR="00586BE6" w:rsidRPr="00227788">
              <w:rPr>
                <w:color w:val="000000"/>
              </w:rPr>
              <w:t>ystém nadlehčování ramena nad terénem</w:t>
            </w:r>
          </w:p>
        </w:tc>
        <w:tc>
          <w:tcPr>
            <w:tcW w:w="1600" w:type="dxa"/>
            <w:noWrap/>
            <w:vAlign w:val="center"/>
          </w:tcPr>
          <w:p w14:paraId="42F597F4" w14:textId="7E682CA4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2D3448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DE2582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EC55882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  <w:bookmarkStart w:id="2" w:name="_Hlk206482474"/>
          </w:p>
        </w:tc>
        <w:tc>
          <w:tcPr>
            <w:tcW w:w="5670" w:type="dxa"/>
            <w:gridSpan w:val="2"/>
          </w:tcPr>
          <w:p w14:paraId="23E15C5A" w14:textId="0C9EC72D" w:rsidR="00586BE6" w:rsidRPr="00AB358A" w:rsidRDefault="002C2970" w:rsidP="00586BE6">
            <w:pPr>
              <w:rPr>
                <w:sz w:val="22"/>
                <w:szCs w:val="22"/>
              </w:rPr>
            </w:pPr>
            <w:r w:rsidRPr="008D7312">
              <w:t>Pístové čerpadlo pro pohon žací hlavy</w:t>
            </w:r>
          </w:p>
        </w:tc>
        <w:tc>
          <w:tcPr>
            <w:tcW w:w="1600" w:type="dxa"/>
            <w:noWrap/>
            <w:vAlign w:val="center"/>
          </w:tcPr>
          <w:p w14:paraId="17A0BC8B" w14:textId="5EEBA495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C6DDDCA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bookmarkEnd w:id="2"/>
      <w:tr w:rsidR="00586BE6" w:rsidRPr="00AB358A" w14:paraId="76876772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E316FC6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999B840" w14:textId="0702FF3E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Plovoucí poloha adaptéru, ovládaná z kabiny řidiče</w:t>
            </w:r>
          </w:p>
        </w:tc>
        <w:tc>
          <w:tcPr>
            <w:tcW w:w="1600" w:type="dxa"/>
            <w:noWrap/>
            <w:vAlign w:val="center"/>
          </w:tcPr>
          <w:p w14:paraId="593E475D" w14:textId="076A81A5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544AC00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035FBD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F4C3B9F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A981D0E" w14:textId="1906A8B8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Pohon sekačky od zadního vývodového hřídele traktoru</w:t>
            </w:r>
          </w:p>
        </w:tc>
        <w:tc>
          <w:tcPr>
            <w:tcW w:w="1600" w:type="dxa"/>
            <w:noWrap/>
            <w:vAlign w:val="center"/>
          </w:tcPr>
          <w:p w14:paraId="089F50D8" w14:textId="7FB845CA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2ED2F2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3D00134E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67A6D5A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1C1F048" w14:textId="2F83615A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Pracovní dosah žací hlavy min. 7 000 mm od středu traktoru, hydraulický systém ochrany ramena proti nárazu – hydraulickou pojistkou se systémem automatického návratu ramene do pracovní polohy, včetně systému proporcionálního nadlehčování výložníku, ovládaného pomocí potenciometru z kabiny řidiče.</w:t>
            </w:r>
          </w:p>
        </w:tc>
        <w:tc>
          <w:tcPr>
            <w:tcW w:w="1600" w:type="dxa"/>
            <w:noWrap/>
            <w:vAlign w:val="center"/>
          </w:tcPr>
          <w:p w14:paraId="331D3D12" w14:textId="031E4E79" w:rsidR="00586BE6" w:rsidRDefault="00586BE6" w:rsidP="00586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hodnota </w:t>
            </w:r>
          </w:p>
          <w:p w14:paraId="682BEB25" w14:textId="474D5BF9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7E8E758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3AFF4B0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41E8814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2575CC2" w14:textId="78C89B1A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Pracovní cepová žací hlava o záběru min. 1 2</w:t>
            </w:r>
            <w:r>
              <w:rPr>
                <w:color w:val="000000"/>
              </w:rPr>
              <w:t>0</w:t>
            </w:r>
            <w:r w:rsidRPr="00227788">
              <w:rPr>
                <w:color w:val="000000"/>
              </w:rPr>
              <w:t>0 mm s karterem a nožové hřídeli kompletně vyrobené z </w:t>
            </w:r>
            <w:r w:rsidR="006B2E8A" w:rsidRPr="00122D57">
              <w:t>z</w:t>
            </w:r>
            <w:bookmarkStart w:id="3" w:name="_Hlk193270442"/>
            <w:r w:rsidR="006B2E8A" w:rsidRPr="00716B14">
              <w:rPr>
                <w:bCs/>
              </w:rPr>
              <w:t xml:space="preserve"> otěruvzdorné oceli se jmenovitou tvrdostí 450 HBW</w:t>
            </w:r>
            <w:bookmarkEnd w:id="3"/>
            <w:r w:rsidRPr="00227788">
              <w:rPr>
                <w:color w:val="000000"/>
              </w:rPr>
              <w:t xml:space="preserve">, nebo vyšší třídy, s plovoucí polohou, vybavená vysoce kvalitními a účinnými noži </w:t>
            </w:r>
            <w:r w:rsidRPr="008D7312">
              <w:t>"přetočeného" tvaru.</w:t>
            </w:r>
          </w:p>
        </w:tc>
        <w:tc>
          <w:tcPr>
            <w:tcW w:w="1600" w:type="dxa"/>
            <w:noWrap/>
            <w:vAlign w:val="center"/>
          </w:tcPr>
          <w:p w14:paraId="6E3136E5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hodnota </w:t>
            </w:r>
          </w:p>
          <w:p w14:paraId="6C8E2AC2" w14:textId="7113D132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50B3BBB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E28184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A0B9A45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A2A1078" w14:textId="07CAA57D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Možnost výškově nastavitelného opěrného válce žací hlavy.</w:t>
            </w:r>
          </w:p>
        </w:tc>
        <w:tc>
          <w:tcPr>
            <w:tcW w:w="1600" w:type="dxa"/>
            <w:noWrap/>
            <w:vAlign w:val="center"/>
          </w:tcPr>
          <w:p w14:paraId="3AC6CFC5" w14:textId="34A46A6D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81D7BE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73240D8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E29D935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67EA689" w14:textId="043B66B5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  <w:spacing w:val="1"/>
              </w:rPr>
              <w:t>Dvojitá ochrana v přední části žací hlavy proti odlétávajícím kamenům (včetně řetězové clony).</w:t>
            </w:r>
          </w:p>
        </w:tc>
        <w:tc>
          <w:tcPr>
            <w:tcW w:w="1600" w:type="dxa"/>
            <w:noWrap/>
            <w:vAlign w:val="center"/>
          </w:tcPr>
          <w:p w14:paraId="23C7BF45" w14:textId="533662D0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1018A5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2DF13574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E3D527C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1923AFB" w14:textId="75DFED5D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Ochrana v zadní části žací hlavy proti odlétávajícím kamenům.</w:t>
            </w:r>
          </w:p>
        </w:tc>
        <w:tc>
          <w:tcPr>
            <w:tcW w:w="1600" w:type="dxa"/>
            <w:noWrap/>
            <w:vAlign w:val="center"/>
          </w:tcPr>
          <w:p w14:paraId="11EDAA85" w14:textId="4C288966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5B3633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B1AA16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423BFA8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2A7C56C4" w14:textId="2AA21128" w:rsidR="00586BE6" w:rsidRPr="00AB358A" w:rsidRDefault="00586BE6" w:rsidP="00586BE6">
            <w:pPr>
              <w:rPr>
                <w:sz w:val="22"/>
                <w:szCs w:val="22"/>
              </w:rPr>
            </w:pPr>
            <w:proofErr w:type="spellStart"/>
            <w:r w:rsidRPr="00227788">
              <w:rPr>
                <w:color w:val="000000"/>
              </w:rPr>
              <w:t>Rychlovýměnný</w:t>
            </w:r>
            <w:proofErr w:type="spellEnd"/>
            <w:r w:rsidRPr="00227788">
              <w:rPr>
                <w:color w:val="000000"/>
              </w:rPr>
              <w:t xml:space="preserve"> systém pracovních hlav s možností dodatečné montáže dalších výměnných pracovních hlav (jako např. agresivní kartáč, myčka sloupků a svodidel, křovinořez, vrták, čistič příkopů apod.).</w:t>
            </w:r>
          </w:p>
        </w:tc>
        <w:tc>
          <w:tcPr>
            <w:tcW w:w="1600" w:type="dxa"/>
            <w:noWrap/>
            <w:vAlign w:val="center"/>
          </w:tcPr>
          <w:p w14:paraId="7F1962A8" w14:textId="76F12E1C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BEAD5D9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FC555E8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19B020C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2AA32CB" w14:textId="2678F57D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</w:rPr>
              <w:t>Elektrohydraulické proporcionální ovládání joystickem v kabině traktoru kabelové, s vyloučením hydraulických hadic v kabině řidiče</w:t>
            </w:r>
          </w:p>
        </w:tc>
        <w:tc>
          <w:tcPr>
            <w:tcW w:w="1600" w:type="dxa"/>
            <w:noWrap/>
            <w:vAlign w:val="center"/>
          </w:tcPr>
          <w:p w14:paraId="466B6492" w14:textId="1F1637AE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0FE1DAE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EFE0C7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C78EEB5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66A7C7C" w14:textId="096E7A9B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spacing w:val="-1"/>
              </w:rPr>
              <w:t>Možnost ovládání více funkcí najednou.</w:t>
            </w:r>
          </w:p>
        </w:tc>
        <w:tc>
          <w:tcPr>
            <w:tcW w:w="1600" w:type="dxa"/>
            <w:noWrap/>
            <w:vAlign w:val="center"/>
          </w:tcPr>
          <w:p w14:paraId="3E3655A6" w14:textId="3A160EA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5808869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41E9908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9D09C08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2FEB080" w14:textId="6E6236A4" w:rsidR="00586BE6" w:rsidRPr="00AB358A" w:rsidRDefault="00586BE6" w:rsidP="00586BE6">
            <w:pPr>
              <w:rPr>
                <w:sz w:val="22"/>
                <w:szCs w:val="22"/>
              </w:rPr>
            </w:pPr>
            <w:r w:rsidRPr="00227788">
              <w:rPr>
                <w:color w:val="000000"/>
                <w:spacing w:val="-1"/>
              </w:rPr>
              <w:t>Kompletní hydraulický systém sekačky, pohon od zadního vývodového hřídele traktoru.</w:t>
            </w:r>
            <w:r w:rsidRPr="00227788">
              <w:rPr>
                <w:b/>
                <w:bCs/>
                <w:color w:val="000000"/>
                <w:spacing w:val="-1"/>
              </w:rPr>
              <w:t xml:space="preserve"> </w:t>
            </w:r>
          </w:p>
        </w:tc>
        <w:tc>
          <w:tcPr>
            <w:tcW w:w="1600" w:type="dxa"/>
            <w:noWrap/>
            <w:vAlign w:val="center"/>
          </w:tcPr>
          <w:p w14:paraId="5FC61748" w14:textId="30E8F7D0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D781DD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F29953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7B18D453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2968092" w14:textId="5768C06B" w:rsidR="00586BE6" w:rsidRPr="00AB358A" w:rsidRDefault="00586BE6" w:rsidP="00586BE6">
            <w:pPr>
              <w:rPr>
                <w:sz w:val="22"/>
                <w:szCs w:val="22"/>
              </w:rPr>
            </w:pPr>
            <w:r>
              <w:rPr>
                <w:bCs/>
                <w:color w:val="000000"/>
                <w:spacing w:val="-1"/>
              </w:rPr>
              <w:t>C</w:t>
            </w:r>
            <w:r w:rsidRPr="00227788">
              <w:rPr>
                <w:bCs/>
                <w:color w:val="000000"/>
                <w:spacing w:val="-1"/>
              </w:rPr>
              <w:t>hladič hydraulického oleje (dostatečně dimenzovaný na celodenní provoz)</w:t>
            </w:r>
          </w:p>
        </w:tc>
        <w:tc>
          <w:tcPr>
            <w:tcW w:w="1600" w:type="dxa"/>
            <w:noWrap/>
            <w:vAlign w:val="center"/>
          </w:tcPr>
          <w:p w14:paraId="62CF23CC" w14:textId="6CE2984D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F9D433F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D13CCA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2476635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FA5D023" w14:textId="77777777" w:rsidR="00586BE6" w:rsidRDefault="00586BE6" w:rsidP="00586BE6">
            <w:pPr>
              <w:rPr>
                <w:spacing w:val="-1"/>
              </w:rPr>
            </w:pPr>
            <w:r w:rsidRPr="00227788">
              <w:rPr>
                <w:spacing w:val="-1"/>
              </w:rPr>
              <w:t>Ovládací panel s barevným displejem, který zobrazuje min. následující provozní informace:</w:t>
            </w:r>
          </w:p>
          <w:p w14:paraId="58858C15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t>provozní hodiny</w:t>
            </w:r>
          </w:p>
          <w:p w14:paraId="165BF6D2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t>servisní intervaly</w:t>
            </w:r>
          </w:p>
          <w:p w14:paraId="61188D0F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t>směr rotace žacího vřetene</w:t>
            </w:r>
          </w:p>
          <w:p w14:paraId="05E87030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t>pohybové funkce ramen, teleskopického výložníku a naklápěcí žací hlavy</w:t>
            </w:r>
          </w:p>
          <w:p w14:paraId="41249EF4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rPr>
                <w:spacing w:val="-1"/>
              </w:rPr>
              <w:t>funkce chladiče hydraulického oleje</w:t>
            </w:r>
          </w:p>
          <w:p w14:paraId="34F2D55A" w14:textId="77777777" w:rsidR="00586BE6" w:rsidRPr="003A3996" w:rsidRDefault="00586BE6" w:rsidP="00586BE6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rPr>
                <w:spacing w:val="-1"/>
              </w:rPr>
              <w:t>plovoucí poloha žací hlavy</w:t>
            </w:r>
          </w:p>
          <w:p w14:paraId="1828EC21" w14:textId="15C2662B" w:rsidR="00586BE6" w:rsidRPr="008D7312" w:rsidRDefault="00586BE6" w:rsidP="008D7312">
            <w:pPr>
              <w:pStyle w:val="Odstavecseseznamem"/>
              <w:numPr>
                <w:ilvl w:val="0"/>
                <w:numId w:val="72"/>
              </w:numPr>
              <w:tabs>
                <w:tab w:val="left" w:pos="567"/>
              </w:tabs>
              <w:suppressAutoHyphens w:val="0"/>
              <w:ind w:left="567" w:hanging="567"/>
              <w:rPr>
                <w:spacing w:val="-1"/>
              </w:rPr>
            </w:pPr>
            <w:r w:rsidRPr="003A3996">
              <w:rPr>
                <w:spacing w:val="-1"/>
              </w:rPr>
              <w:t>aktivace přední části krytu hlavy</w:t>
            </w:r>
          </w:p>
        </w:tc>
        <w:tc>
          <w:tcPr>
            <w:tcW w:w="1600" w:type="dxa"/>
            <w:noWrap/>
            <w:vAlign w:val="center"/>
          </w:tcPr>
          <w:p w14:paraId="6C81E876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045553EA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516E0362" w14:textId="6F394D3F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  <w:p w14:paraId="47F1D8AA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005F657A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1C6C96A4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78812FBA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68CD3EAF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</w:p>
          <w:p w14:paraId="03882801" w14:textId="77777777" w:rsidR="000357F1" w:rsidRDefault="000357F1" w:rsidP="00586BE6">
            <w:pPr>
              <w:jc w:val="center"/>
              <w:rPr>
                <w:sz w:val="22"/>
                <w:szCs w:val="22"/>
              </w:rPr>
            </w:pPr>
          </w:p>
          <w:p w14:paraId="466D13B2" w14:textId="3E2DAB42" w:rsidR="000357F1" w:rsidRDefault="000357F1" w:rsidP="000357F1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  <w:p w14:paraId="74F75E8A" w14:textId="77D3B30D" w:rsidR="00586BE6" w:rsidRPr="00AB358A" w:rsidRDefault="00586BE6" w:rsidP="008D7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228" w:type="dxa"/>
            <w:noWrap/>
            <w:vAlign w:val="center"/>
          </w:tcPr>
          <w:p w14:paraId="50F2C8F2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29FB008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E798EF7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86E7A9D" w14:textId="7EB3DFF5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spacing w:val="-1"/>
              </w:rPr>
              <w:t>Ovládání joystickem otevírání žacího ramene do pracovní polohy</w:t>
            </w:r>
          </w:p>
        </w:tc>
        <w:tc>
          <w:tcPr>
            <w:tcW w:w="1600" w:type="dxa"/>
            <w:noWrap/>
            <w:vAlign w:val="center"/>
          </w:tcPr>
          <w:p w14:paraId="2162AD8E" w14:textId="61CA6B00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1A8F63A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4F7CD24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00BC131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DFF2534" w14:textId="55A3AE37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spacing w:val="-1"/>
              </w:rPr>
              <w:t>Pomocí joysticku proporcionální ovládání pohybu jednotlivých ramen</w:t>
            </w:r>
          </w:p>
        </w:tc>
        <w:tc>
          <w:tcPr>
            <w:tcW w:w="1600" w:type="dxa"/>
            <w:noWrap/>
            <w:vAlign w:val="center"/>
          </w:tcPr>
          <w:p w14:paraId="204322C5" w14:textId="17FD0F7E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A99AFB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6374FA9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045D3E8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21DF4BF1" w14:textId="035F69B2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spacing w:val="-1"/>
              </w:rPr>
              <w:t>Pomocí joysticku proporcionální ovládání teleskopického výložníku</w:t>
            </w:r>
          </w:p>
        </w:tc>
        <w:tc>
          <w:tcPr>
            <w:tcW w:w="1600" w:type="dxa"/>
            <w:noWrap/>
            <w:vAlign w:val="center"/>
          </w:tcPr>
          <w:p w14:paraId="0E711C2B" w14:textId="11E5BD45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4525944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20D052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F0C3F23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3DEDDE1" w14:textId="7E6692D9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spacing w:val="-1"/>
              </w:rPr>
              <w:t>Součástí výbavy je kardanová hřídel a odstavná konstrukce</w:t>
            </w:r>
          </w:p>
        </w:tc>
        <w:tc>
          <w:tcPr>
            <w:tcW w:w="1600" w:type="dxa"/>
            <w:noWrap/>
            <w:vAlign w:val="center"/>
          </w:tcPr>
          <w:p w14:paraId="77F2FB78" w14:textId="1F64589C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FA618AA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7FA6BC5D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85D4696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1D69C136" w14:textId="401C9015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 xml:space="preserve">  Otočné čepy ramen opatřeny výměnnými pouzdry.</w:t>
            </w:r>
          </w:p>
        </w:tc>
        <w:tc>
          <w:tcPr>
            <w:tcW w:w="1600" w:type="dxa"/>
            <w:noWrap/>
            <w:vAlign w:val="center"/>
          </w:tcPr>
          <w:p w14:paraId="7D25EA7D" w14:textId="79352C3B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2A1AE41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56F40150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15FE4A8D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77EBFE7" w14:textId="4AB0AA8B" w:rsidR="00586BE6" w:rsidRPr="00227788" w:rsidRDefault="00586BE6" w:rsidP="00586BE6">
            <w:pPr>
              <w:rPr>
                <w:spacing w:val="-1"/>
              </w:rPr>
            </w:pPr>
            <w:r w:rsidRPr="007F52B1">
              <w:t xml:space="preserve"> Transportní poloha výložníku s pracovní hlavou vzadu za kabinou</w:t>
            </w:r>
          </w:p>
        </w:tc>
        <w:tc>
          <w:tcPr>
            <w:tcW w:w="1600" w:type="dxa"/>
            <w:noWrap/>
            <w:vAlign w:val="center"/>
          </w:tcPr>
          <w:p w14:paraId="3494F6D2" w14:textId="297D877A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1CD95A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013A0CB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D333E4A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1E95ADA" w14:textId="2E6E2A48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Odstavné, výškově nastavitelné nohy zadního hydraulického agregátu s pojezdovými otočnými koly o 360</w:t>
            </w:r>
            <w:r w:rsidRPr="007F52B1">
              <w:rPr>
                <w:color w:val="000000"/>
                <w:vertAlign w:val="superscript"/>
              </w:rPr>
              <w:t>o</w:t>
            </w:r>
            <w:r w:rsidRPr="007F52B1">
              <w:rPr>
                <w:color w:val="000000"/>
              </w:rPr>
              <w:t>, umožňující manipulaci s agregátem v odstaveném stavu.</w:t>
            </w:r>
          </w:p>
        </w:tc>
        <w:tc>
          <w:tcPr>
            <w:tcW w:w="1600" w:type="dxa"/>
            <w:noWrap/>
            <w:vAlign w:val="center"/>
          </w:tcPr>
          <w:p w14:paraId="704F18FC" w14:textId="6CA767FE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57E79CE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7FCE48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606F33B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3ADE65D" w14:textId="5358DB81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Rameno s žací hlavou vybaveno odstavným montážním systémem s pojezdovými koly (otočné 360° ve svislé ose nohy)</w:t>
            </w:r>
          </w:p>
        </w:tc>
        <w:tc>
          <w:tcPr>
            <w:tcW w:w="1600" w:type="dxa"/>
            <w:noWrap/>
            <w:vAlign w:val="center"/>
          </w:tcPr>
          <w:p w14:paraId="016B6604" w14:textId="7CEB1155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0354DF8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BC1A1B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C232198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ACCACD1" w14:textId="12E9CB6B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Elektricky spínaný/vypínaný nožový hřídel.</w:t>
            </w:r>
          </w:p>
        </w:tc>
        <w:tc>
          <w:tcPr>
            <w:tcW w:w="1600" w:type="dxa"/>
            <w:noWrap/>
            <w:vAlign w:val="center"/>
          </w:tcPr>
          <w:p w14:paraId="190EBDA6" w14:textId="77637BA1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58E362F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C7991E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4F4C3FA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D0F12FB" w14:textId="220A1532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Nepřímý pohon žací hlavy přes řemenový převod.</w:t>
            </w:r>
          </w:p>
        </w:tc>
        <w:tc>
          <w:tcPr>
            <w:tcW w:w="1600" w:type="dxa"/>
            <w:noWrap/>
            <w:vAlign w:val="center"/>
          </w:tcPr>
          <w:p w14:paraId="0657F3C4" w14:textId="6516425E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72F4BBD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3C0DE80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1343039F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CEEB159" w14:textId="77DBE538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Vyměnitelné plazy cepové žací hlavy, vyrobené z otěruvzdorného materiálu.</w:t>
            </w:r>
          </w:p>
        </w:tc>
        <w:tc>
          <w:tcPr>
            <w:tcW w:w="1600" w:type="dxa"/>
            <w:noWrap/>
            <w:vAlign w:val="center"/>
          </w:tcPr>
          <w:p w14:paraId="3C165ADB" w14:textId="39DDBB1B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0A84DE3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8CB8DC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8B390BE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BC48F9B" w14:textId="49F58F2D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Rotace nožového hřídele oběma směry, přepínaná z kabiny řidiče.</w:t>
            </w:r>
          </w:p>
        </w:tc>
        <w:tc>
          <w:tcPr>
            <w:tcW w:w="1600" w:type="dxa"/>
            <w:noWrap/>
            <w:vAlign w:val="center"/>
          </w:tcPr>
          <w:p w14:paraId="1EC60B32" w14:textId="02F3E5BB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EA8477F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6EE7543B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A816EDB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286A7EB" w14:textId="6C8298AC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Nouzové ovládání ramena při výpadku hlavního ovládání.</w:t>
            </w:r>
          </w:p>
        </w:tc>
        <w:tc>
          <w:tcPr>
            <w:tcW w:w="1600" w:type="dxa"/>
            <w:noWrap/>
            <w:vAlign w:val="center"/>
          </w:tcPr>
          <w:p w14:paraId="72E4AC79" w14:textId="5FE6B6CD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9B99072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0C923589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668AAFD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8748A9F" w14:textId="3B68BA08" w:rsidR="00586BE6" w:rsidRPr="00227788" w:rsidRDefault="00586BE6" w:rsidP="00586BE6">
            <w:pPr>
              <w:rPr>
                <w:spacing w:val="-1"/>
              </w:rPr>
            </w:pPr>
            <w:r w:rsidRPr="008D7312">
              <w:t>Rameno s teleskopickým prodloužením pro rychlou variabilitu dosahu.</w:t>
            </w:r>
          </w:p>
        </w:tc>
        <w:tc>
          <w:tcPr>
            <w:tcW w:w="1600" w:type="dxa"/>
            <w:noWrap/>
            <w:vAlign w:val="center"/>
          </w:tcPr>
          <w:p w14:paraId="69F6C003" w14:textId="41777E4F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3A313385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AFCD068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94AD56F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6EACC88" w14:textId="3BB597C7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iCs/>
              </w:rPr>
              <w:t>Na zadní části agregátu sekací nástavby umístění min. 2 ks držáků dopravních značek</w:t>
            </w:r>
          </w:p>
        </w:tc>
        <w:tc>
          <w:tcPr>
            <w:tcW w:w="1600" w:type="dxa"/>
            <w:noWrap/>
            <w:vAlign w:val="center"/>
          </w:tcPr>
          <w:p w14:paraId="7B4D7BB2" w14:textId="77777777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  <w:p w14:paraId="68B542A3" w14:textId="7872EA4C" w:rsidR="000E3184" w:rsidRDefault="000E3184" w:rsidP="00586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0CCA6120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4CC4B995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3B2F311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323C37E" w14:textId="408C8316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color w:val="000000"/>
              </w:rPr>
              <w:t>Koncové, sdružené osvětlení dle vyhlášky.</w:t>
            </w:r>
          </w:p>
        </w:tc>
        <w:tc>
          <w:tcPr>
            <w:tcW w:w="1600" w:type="dxa"/>
            <w:noWrap/>
            <w:vAlign w:val="center"/>
          </w:tcPr>
          <w:p w14:paraId="6E0F9D53" w14:textId="05C84952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8137036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15A3747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CD9A3AA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4689383" w14:textId="698DBC01" w:rsidR="00586BE6" w:rsidRPr="00227788" w:rsidRDefault="00586BE6" w:rsidP="00586BE6">
            <w:pPr>
              <w:rPr>
                <w:spacing w:val="-1"/>
              </w:rPr>
            </w:pPr>
            <w:r w:rsidRPr="007F52B1">
              <w:t>Výstražná oranžová LED šipka umístěna vzadu na rámu žacího ramene</w:t>
            </w:r>
          </w:p>
        </w:tc>
        <w:tc>
          <w:tcPr>
            <w:tcW w:w="1600" w:type="dxa"/>
            <w:noWrap/>
            <w:vAlign w:val="center"/>
          </w:tcPr>
          <w:p w14:paraId="6AEFF203" w14:textId="59168EFF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2244CD0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5673C9E8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2D93435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1B4B024" w14:textId="296B8451" w:rsidR="00586BE6" w:rsidRPr="00227788" w:rsidRDefault="00586BE6" w:rsidP="00586BE6">
            <w:pPr>
              <w:rPr>
                <w:spacing w:val="-1"/>
              </w:rPr>
            </w:pPr>
            <w:r w:rsidRPr="007F52B1">
              <w:t>Osvědčení o registraci stroje.</w:t>
            </w:r>
          </w:p>
        </w:tc>
        <w:tc>
          <w:tcPr>
            <w:tcW w:w="1600" w:type="dxa"/>
            <w:noWrap/>
            <w:vAlign w:val="center"/>
          </w:tcPr>
          <w:p w14:paraId="3BD63B95" w14:textId="601CEA64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4B88930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586BE6" w:rsidRPr="00AB358A" w14:paraId="752A1C3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EA981F7" w14:textId="77777777" w:rsidR="00586BE6" w:rsidRDefault="00586BE6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7EBBEEB" w14:textId="1CBFE1AF" w:rsidR="00586BE6" w:rsidRPr="00227788" w:rsidRDefault="00586BE6" w:rsidP="00586BE6">
            <w:pPr>
              <w:rPr>
                <w:spacing w:val="-1"/>
              </w:rPr>
            </w:pPr>
            <w:r w:rsidRPr="007F52B1">
              <w:rPr>
                <w:iCs/>
              </w:rPr>
              <w:t>Barva odstín oranžová RAL 2011.</w:t>
            </w:r>
          </w:p>
        </w:tc>
        <w:tc>
          <w:tcPr>
            <w:tcW w:w="1600" w:type="dxa"/>
            <w:noWrap/>
            <w:vAlign w:val="center"/>
          </w:tcPr>
          <w:p w14:paraId="6A07FD35" w14:textId="57E3A795" w:rsidR="00586BE6" w:rsidRDefault="00586BE6" w:rsidP="00586BE6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F89D12A" w14:textId="77777777" w:rsidR="00586BE6" w:rsidRPr="00AB358A" w:rsidRDefault="00586BE6" w:rsidP="00586BE6">
            <w:pPr>
              <w:jc w:val="center"/>
              <w:rPr>
                <w:sz w:val="22"/>
                <w:szCs w:val="22"/>
              </w:rPr>
            </w:pPr>
          </w:p>
        </w:tc>
      </w:tr>
      <w:tr w:rsidR="009C2319" w:rsidRPr="00AB358A" w14:paraId="78CA015A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DE51050" w14:textId="77777777" w:rsidR="009C2319" w:rsidRDefault="009C2319" w:rsidP="00586BE6">
            <w:pPr>
              <w:pStyle w:val="Odstavecseseznamem"/>
              <w:numPr>
                <w:ilvl w:val="0"/>
                <w:numId w:val="7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7AF8795" w14:textId="432ECDA5" w:rsidR="009C2319" w:rsidRPr="007F52B1" w:rsidRDefault="009C2319" w:rsidP="00586BE6">
            <w:pPr>
              <w:rPr>
                <w:iCs/>
              </w:rPr>
            </w:pPr>
            <w:r w:rsidRPr="009C2319">
              <w:rPr>
                <w:iCs/>
              </w:rPr>
              <w:t>Stroj nový, nerepasovaný, nepoužitý, max. rok výroby 2025 </w:t>
            </w:r>
          </w:p>
        </w:tc>
        <w:tc>
          <w:tcPr>
            <w:tcW w:w="1600" w:type="dxa"/>
            <w:noWrap/>
            <w:vAlign w:val="center"/>
          </w:tcPr>
          <w:p w14:paraId="33F133A6" w14:textId="77777777" w:rsidR="009C2319" w:rsidRPr="00AB358A" w:rsidRDefault="009C2319" w:rsidP="00586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47573CF3" w14:textId="77777777" w:rsidR="009C2319" w:rsidRPr="00AB358A" w:rsidRDefault="009C2319" w:rsidP="00586BE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B70F846" w14:textId="68D98A45" w:rsidR="000357F1" w:rsidRDefault="00586BE6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</w:t>
      </w:r>
    </w:p>
    <w:tbl>
      <w:tblPr>
        <w:tblW w:w="97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4673"/>
        <w:gridCol w:w="997"/>
        <w:gridCol w:w="1600"/>
        <w:gridCol w:w="1228"/>
        <w:gridCol w:w="7"/>
      </w:tblGrid>
      <w:tr w:rsidR="00672850" w:rsidRPr="00AB358A" w14:paraId="686DF18B" w14:textId="77777777" w:rsidTr="00AB358A">
        <w:trPr>
          <w:trHeight w:val="816"/>
        </w:trPr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FEB4A50" w14:textId="77777777" w:rsidR="00672850" w:rsidRPr="00AB358A" w:rsidRDefault="00672850" w:rsidP="00AB358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EA006" w14:textId="21E2F658" w:rsidR="00672850" w:rsidRPr="00AB358A" w:rsidRDefault="00672850" w:rsidP="00AB358A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Podsvodidlová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s</w:t>
            </w:r>
            <w:r w:rsidRPr="00AB358A">
              <w:rPr>
                <w:b/>
                <w:bCs/>
                <w:sz w:val="22"/>
                <w:szCs w:val="22"/>
              </w:rPr>
              <w:t>ekací nástavba, typ a označení:</w:t>
            </w:r>
          </w:p>
        </w:tc>
        <w:tc>
          <w:tcPr>
            <w:tcW w:w="3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F288" w14:textId="77777777" w:rsidR="00672850" w:rsidRPr="00AB358A" w:rsidRDefault="00672850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Doplní prodávající</w:t>
            </w:r>
          </w:p>
        </w:tc>
      </w:tr>
      <w:tr w:rsidR="00672850" w:rsidRPr="00AB358A" w14:paraId="55503809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tcBorders>
              <w:top w:val="single" w:sz="4" w:space="0" w:color="auto"/>
            </w:tcBorders>
            <w:noWrap/>
            <w:vAlign w:val="center"/>
          </w:tcPr>
          <w:p w14:paraId="5CD84CCB" w14:textId="77777777" w:rsidR="00672850" w:rsidRPr="00AB358A" w:rsidRDefault="00672850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  <w:vAlign w:val="center"/>
          </w:tcPr>
          <w:p w14:paraId="7106E5C7" w14:textId="77777777" w:rsidR="00672850" w:rsidRPr="00AB358A" w:rsidRDefault="00672850" w:rsidP="00AB358A">
            <w:pPr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sz w:val="22"/>
                <w:szCs w:val="22"/>
              </w:rPr>
              <w:t>Název parametru, požadavku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noWrap/>
            <w:vAlign w:val="center"/>
          </w:tcPr>
          <w:p w14:paraId="30AA01EC" w14:textId="20E07409" w:rsidR="00672850" w:rsidRPr="00AB358A" w:rsidRDefault="00672850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000000"/>
                <w:sz w:val="22"/>
                <w:szCs w:val="22"/>
              </w:rPr>
              <w:t xml:space="preserve">Možnosti / </w:t>
            </w:r>
            <w:r w:rsidR="00280315" w:rsidRPr="00AB358A">
              <w:rPr>
                <w:b/>
                <w:bCs/>
                <w:color w:val="000000"/>
                <w:sz w:val="22"/>
                <w:szCs w:val="22"/>
              </w:rPr>
              <w:t>způsob vyplnění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noWrap/>
            <w:vAlign w:val="center"/>
          </w:tcPr>
          <w:p w14:paraId="051893AE" w14:textId="77777777" w:rsidR="00672850" w:rsidRPr="00AB358A" w:rsidRDefault="00672850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Prodávající vyplní</w:t>
            </w:r>
          </w:p>
          <w:p w14:paraId="1AE61EA1" w14:textId="77777777" w:rsidR="00672850" w:rsidRPr="00AB358A" w:rsidRDefault="00672850" w:rsidP="00AB358A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hodnotu platnou</w:t>
            </w:r>
          </w:p>
          <w:p w14:paraId="0931C49C" w14:textId="77777777" w:rsidR="00672850" w:rsidRPr="00AB358A" w:rsidRDefault="00672850" w:rsidP="00AB358A">
            <w:pPr>
              <w:jc w:val="center"/>
              <w:rPr>
                <w:b/>
                <w:bCs/>
                <w:sz w:val="22"/>
                <w:szCs w:val="22"/>
              </w:rPr>
            </w:pPr>
            <w:r w:rsidRPr="00AB358A">
              <w:rPr>
                <w:b/>
                <w:bCs/>
                <w:color w:val="FF0000"/>
                <w:sz w:val="22"/>
                <w:szCs w:val="22"/>
              </w:rPr>
              <w:t>pro nabízený stroj</w:t>
            </w:r>
          </w:p>
        </w:tc>
      </w:tr>
      <w:tr w:rsidR="00672850" w:rsidRPr="00AB358A" w14:paraId="3155B37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182A749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C585238" w14:textId="362F8C3A" w:rsidR="00672850" w:rsidRPr="00AB358A" w:rsidRDefault="00672850" w:rsidP="00672850">
            <w:pPr>
              <w:rPr>
                <w:iCs/>
                <w:sz w:val="22"/>
                <w:szCs w:val="22"/>
              </w:rPr>
            </w:pPr>
            <w:r w:rsidRPr="009C6E2C">
              <w:rPr>
                <w:color w:val="000000"/>
              </w:rPr>
              <w:t>Pohon z hydraulické soustavy traktoru.</w:t>
            </w:r>
          </w:p>
        </w:tc>
        <w:tc>
          <w:tcPr>
            <w:tcW w:w="1600" w:type="dxa"/>
            <w:noWrap/>
            <w:vAlign w:val="center"/>
          </w:tcPr>
          <w:p w14:paraId="3356F8C0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2A91AAE4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05C95993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FF52557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5AA66321" w14:textId="59236C27" w:rsidR="00672850" w:rsidRPr="00227788" w:rsidRDefault="00672850" w:rsidP="00672850">
            <w:pPr>
              <w:rPr>
                <w:color w:val="000000"/>
              </w:rPr>
            </w:pPr>
            <w:r w:rsidRPr="009C6E2C">
              <w:t>Montáž do přední upínací desky DIN 76060 vel. 3/5.</w:t>
            </w:r>
          </w:p>
        </w:tc>
        <w:tc>
          <w:tcPr>
            <w:tcW w:w="1600" w:type="dxa"/>
            <w:noWrap/>
            <w:vAlign w:val="center"/>
          </w:tcPr>
          <w:p w14:paraId="3C35D1BD" w14:textId="28F0F17F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7BC16F3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3EFDBC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0BCD468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272D7BCA" w14:textId="567C9728" w:rsidR="00672850" w:rsidRPr="00227788" w:rsidRDefault="00672850" w:rsidP="00672850">
            <w:pPr>
              <w:rPr>
                <w:color w:val="000000"/>
              </w:rPr>
            </w:pPr>
            <w:r w:rsidRPr="009C6E2C">
              <w:t>Maximální provozní tlak hydraulického systému</w:t>
            </w:r>
            <w:r>
              <w:t xml:space="preserve"> </w:t>
            </w:r>
            <w:r w:rsidRPr="00672850">
              <w:t>max. 160 bar</w:t>
            </w:r>
          </w:p>
        </w:tc>
        <w:tc>
          <w:tcPr>
            <w:tcW w:w="1600" w:type="dxa"/>
            <w:noWrap/>
            <w:vAlign w:val="center"/>
          </w:tcPr>
          <w:p w14:paraId="16F2BE57" w14:textId="3A3EC030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97CCDCB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7BF3CCBB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7DF0DA8F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1BFD9BE2" w14:textId="3CE38BFD" w:rsidR="00672850" w:rsidRPr="00227788" w:rsidRDefault="00672850" w:rsidP="00672850">
            <w:pPr>
              <w:rPr>
                <w:color w:val="000000"/>
              </w:rPr>
            </w:pPr>
            <w:r w:rsidRPr="009C6E2C">
              <w:t>Záběr sečení min. 1 2</w:t>
            </w:r>
            <w:r w:rsidR="002C2970">
              <w:t>0</w:t>
            </w:r>
            <w:r w:rsidRPr="009C6E2C">
              <w:t>0 mm.</w:t>
            </w:r>
          </w:p>
        </w:tc>
        <w:tc>
          <w:tcPr>
            <w:tcW w:w="1600" w:type="dxa"/>
            <w:noWrap/>
            <w:vAlign w:val="center"/>
          </w:tcPr>
          <w:p w14:paraId="6B51F15C" w14:textId="7E8A181D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41A54278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5425CFAC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6728174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1DD12C3" w14:textId="612D3458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Hlava s horizontálně umístěným válcovým rotorem s max. výškou cca 350 mm.</w:t>
            </w:r>
          </w:p>
        </w:tc>
        <w:tc>
          <w:tcPr>
            <w:tcW w:w="1600" w:type="dxa"/>
            <w:noWrap/>
            <w:vAlign w:val="center"/>
          </w:tcPr>
          <w:p w14:paraId="09259198" w14:textId="0C955F34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014F2407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68EA19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4B7015A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3BBBA659" w14:textId="1E3DF5E7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Maximální vyložení do boku od středu traktoru (od středu sekačky) min. 3 200 mm</w:t>
            </w:r>
          </w:p>
        </w:tc>
        <w:tc>
          <w:tcPr>
            <w:tcW w:w="1600" w:type="dxa"/>
            <w:noWrap/>
            <w:vAlign w:val="center"/>
          </w:tcPr>
          <w:p w14:paraId="28E97734" w14:textId="5265E339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1F8EDBB0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C868542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957242E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F13E02F" w14:textId="4A0F61E7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Příčný posuv v rozsahu min. 1 600 mm</w:t>
            </w:r>
          </w:p>
        </w:tc>
        <w:tc>
          <w:tcPr>
            <w:tcW w:w="1600" w:type="dxa"/>
            <w:noWrap/>
            <w:vAlign w:val="center"/>
          </w:tcPr>
          <w:p w14:paraId="388C655C" w14:textId="41DD977C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7D193EAE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73941198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7C43AEFC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B9CFDF2" w14:textId="4B2BC398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Nožová hřídel s cepovými noži.</w:t>
            </w:r>
          </w:p>
        </w:tc>
        <w:tc>
          <w:tcPr>
            <w:tcW w:w="1600" w:type="dxa"/>
            <w:noWrap/>
            <w:vAlign w:val="center"/>
          </w:tcPr>
          <w:p w14:paraId="60C70541" w14:textId="3C7550AD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E216E5F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7DFD1AAA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F4A21FB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1A067812" w14:textId="68FB6E8A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Pracovní strana pravá s možností přestavby na práci vlevo.</w:t>
            </w:r>
          </w:p>
        </w:tc>
        <w:tc>
          <w:tcPr>
            <w:tcW w:w="1600" w:type="dxa"/>
            <w:noWrap/>
            <w:vAlign w:val="center"/>
          </w:tcPr>
          <w:p w14:paraId="053914DF" w14:textId="5BD2A9B2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9E269AD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E28B9BD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852BDD8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949E128" w14:textId="10CC998C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Krycí ochranné clony.</w:t>
            </w:r>
          </w:p>
        </w:tc>
        <w:tc>
          <w:tcPr>
            <w:tcW w:w="1600" w:type="dxa"/>
            <w:noWrap/>
            <w:vAlign w:val="center"/>
          </w:tcPr>
          <w:p w14:paraId="224FA5A2" w14:textId="4051A97C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491F31E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1242183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422EBBB3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15E3A828" w14:textId="142B5B8A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Chladič hydraulického oleje (dostatečně dimenzovaný na celodenní provoz)</w:t>
            </w:r>
          </w:p>
        </w:tc>
        <w:tc>
          <w:tcPr>
            <w:tcW w:w="1600" w:type="dxa"/>
            <w:noWrap/>
            <w:vAlign w:val="center"/>
          </w:tcPr>
          <w:p w14:paraId="59B6D01C" w14:textId="71346FE5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55AAA3F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D2B2DCA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2AAACC45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56B41BD" w14:textId="5E638224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  <w:spacing w:val="-1"/>
              </w:rPr>
              <w:t>Ovládání v kabině řidiče kompaktní mikroprocesorové (včetně nouzového centrálního stop tlačítka, počítače motohodin a možnosti práce v manuálním a automatickém cyklu).</w:t>
            </w:r>
          </w:p>
        </w:tc>
        <w:tc>
          <w:tcPr>
            <w:tcW w:w="1600" w:type="dxa"/>
            <w:noWrap/>
            <w:vAlign w:val="center"/>
          </w:tcPr>
          <w:p w14:paraId="2EC5E539" w14:textId="1555E4D0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8F79565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42D386C2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CD229F8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5A0EB56" w14:textId="2A848415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Rozkládání z transportní do pracovní polohy, a naopak přímo z kabiny z místa řidiče.</w:t>
            </w:r>
          </w:p>
        </w:tc>
        <w:tc>
          <w:tcPr>
            <w:tcW w:w="1600" w:type="dxa"/>
            <w:noWrap/>
            <w:vAlign w:val="center"/>
          </w:tcPr>
          <w:p w14:paraId="0970E65C" w14:textId="4C795C12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B422007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181693" w:rsidRPr="00AB358A" w14:paraId="61B5BA80" w14:textId="77777777" w:rsidTr="0090058A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3F723F0" w14:textId="77777777" w:rsidR="00181693" w:rsidRPr="00AB358A" w:rsidRDefault="00181693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B2A81A8" w14:textId="20D86EC8" w:rsidR="00181693" w:rsidRPr="009C6E2C" w:rsidRDefault="00181693" w:rsidP="008D7312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bookmarkStart w:id="4" w:name="_Hlk206660826"/>
            <w:r>
              <w:rPr>
                <w:color w:val="000000"/>
              </w:rPr>
              <w:t>Manuální zavírání a otevírání žací hlavy, integrované u joysticku ovládání přidružené ramenové sekací nástavby.</w:t>
            </w:r>
            <w:bookmarkEnd w:id="4"/>
          </w:p>
        </w:tc>
        <w:tc>
          <w:tcPr>
            <w:tcW w:w="1600" w:type="dxa"/>
            <w:noWrap/>
            <w:vAlign w:val="center"/>
          </w:tcPr>
          <w:p w14:paraId="38BCF135" w14:textId="50842769" w:rsidR="00181693" w:rsidRPr="00AB358A" w:rsidRDefault="00181693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437E5CAA" w14:textId="77777777" w:rsidR="00181693" w:rsidRPr="00AB358A" w:rsidRDefault="00181693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339EFED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1F6A53F1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D2316BF" w14:textId="38CBEDC6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 xml:space="preserve">Náklon žací hlavy v pracovní poloze </w:t>
            </w:r>
            <w:r w:rsidRPr="009C6E2C">
              <w:t>v min. rozsahu</w:t>
            </w:r>
            <w:r w:rsidRPr="009C6E2C">
              <w:rPr>
                <w:color w:val="000000"/>
              </w:rPr>
              <w:t xml:space="preserve"> </w:t>
            </w:r>
            <w:r w:rsidRPr="009C6E2C">
              <w:rPr>
                <w:color w:val="000000"/>
              </w:rPr>
              <w:sym w:font="Symbol" w:char="F0B1"/>
            </w:r>
            <w:r w:rsidRPr="009C6E2C">
              <w:rPr>
                <w:color w:val="000000"/>
              </w:rPr>
              <w:t>10 stupňů.</w:t>
            </w:r>
          </w:p>
        </w:tc>
        <w:tc>
          <w:tcPr>
            <w:tcW w:w="1600" w:type="dxa"/>
            <w:noWrap/>
            <w:vAlign w:val="center"/>
          </w:tcPr>
          <w:p w14:paraId="562C8131" w14:textId="7CEC9809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hodnota</w:t>
            </w:r>
          </w:p>
        </w:tc>
        <w:tc>
          <w:tcPr>
            <w:tcW w:w="1228" w:type="dxa"/>
            <w:noWrap/>
            <w:vAlign w:val="center"/>
          </w:tcPr>
          <w:p w14:paraId="04650C8C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6BF22F5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017EA92D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32CD5EC" w14:textId="026D9E19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>Řízená automatická kontrola přítlaku žací hlavy s možností plynulé regulace.</w:t>
            </w:r>
          </w:p>
        </w:tc>
        <w:tc>
          <w:tcPr>
            <w:tcW w:w="1600" w:type="dxa"/>
            <w:noWrap/>
            <w:vAlign w:val="center"/>
          </w:tcPr>
          <w:p w14:paraId="1A17AFE1" w14:textId="5650317C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9C31465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60EB24C6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3EEC6FDE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F8C7516" w14:textId="4256DE67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 xml:space="preserve">Dokonalé kopírování terénu, elektricky </w:t>
            </w:r>
            <w:proofErr w:type="spellStart"/>
            <w:r w:rsidRPr="009C6E2C">
              <w:rPr>
                <w:color w:val="000000"/>
              </w:rPr>
              <w:t>spínatelná</w:t>
            </w:r>
            <w:proofErr w:type="spellEnd"/>
            <w:r w:rsidRPr="009C6E2C">
              <w:rPr>
                <w:color w:val="000000"/>
              </w:rPr>
              <w:t xml:space="preserve"> plovoucí poloha nástroje.</w:t>
            </w:r>
          </w:p>
        </w:tc>
        <w:tc>
          <w:tcPr>
            <w:tcW w:w="1600" w:type="dxa"/>
            <w:noWrap/>
            <w:vAlign w:val="center"/>
          </w:tcPr>
          <w:p w14:paraId="1A7493E1" w14:textId="2EF26C72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0559CBC6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3C57E07F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6A7CA94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4E138BEC" w14:textId="5FF0E381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</w:rPr>
              <w:t xml:space="preserve"> Automatické sklápění žací hlavy při najetí na překážku s automatickým zpětným návratem do pracovní polohy.</w:t>
            </w:r>
          </w:p>
        </w:tc>
        <w:tc>
          <w:tcPr>
            <w:tcW w:w="1600" w:type="dxa"/>
            <w:noWrap/>
            <w:vAlign w:val="center"/>
          </w:tcPr>
          <w:p w14:paraId="5EEBB5BF" w14:textId="5E83561F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13A85880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701510D1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48B8626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07A6445D" w14:textId="3C0FD881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color w:val="000000"/>
                <w:spacing w:val="5"/>
              </w:rPr>
              <w:t xml:space="preserve"> Odstavné nohy včetně pojezdových kol pro snadnou manipulaci při montáži, demontáži a uskladnění.</w:t>
            </w:r>
          </w:p>
        </w:tc>
        <w:tc>
          <w:tcPr>
            <w:tcW w:w="1600" w:type="dxa"/>
            <w:noWrap/>
            <w:vAlign w:val="center"/>
          </w:tcPr>
          <w:p w14:paraId="10994E1F" w14:textId="6B9A47EC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456C6CA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266AACA7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F140DE5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6F6602C0" w14:textId="319F1682" w:rsidR="00672850" w:rsidRPr="00227788" w:rsidRDefault="00672850" w:rsidP="00672850">
            <w:pPr>
              <w:rPr>
                <w:color w:val="000000"/>
              </w:rPr>
            </w:pPr>
            <w:r w:rsidRPr="009C6E2C">
              <w:t xml:space="preserve">  Osvědčení o registraci stroje</w:t>
            </w:r>
          </w:p>
        </w:tc>
        <w:tc>
          <w:tcPr>
            <w:tcW w:w="1600" w:type="dxa"/>
            <w:noWrap/>
            <w:vAlign w:val="center"/>
          </w:tcPr>
          <w:p w14:paraId="378463A1" w14:textId="610631E9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6CEEF645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672850" w:rsidRPr="00AB358A" w14:paraId="0AAFF76A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60AD7DA0" w14:textId="77777777" w:rsidR="00672850" w:rsidRPr="00AB358A" w:rsidRDefault="00672850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AB955C3" w14:textId="3F2F3FA9" w:rsidR="00672850" w:rsidRPr="00227788" w:rsidRDefault="00672850" w:rsidP="00672850">
            <w:pPr>
              <w:rPr>
                <w:color w:val="000000"/>
              </w:rPr>
            </w:pPr>
            <w:r w:rsidRPr="009C6E2C">
              <w:rPr>
                <w:iCs/>
              </w:rPr>
              <w:t>Barva odstín oranžová RAL 2011.</w:t>
            </w:r>
          </w:p>
        </w:tc>
        <w:tc>
          <w:tcPr>
            <w:tcW w:w="1600" w:type="dxa"/>
            <w:noWrap/>
            <w:vAlign w:val="center"/>
          </w:tcPr>
          <w:p w14:paraId="331C1699" w14:textId="44A43BCB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579BAFB1" w14:textId="77777777" w:rsidR="00672850" w:rsidRPr="00AB358A" w:rsidRDefault="00672850" w:rsidP="00672850">
            <w:pPr>
              <w:jc w:val="center"/>
              <w:rPr>
                <w:sz w:val="22"/>
                <w:szCs w:val="22"/>
              </w:rPr>
            </w:pPr>
          </w:p>
        </w:tc>
      </w:tr>
      <w:tr w:rsidR="009C2319" w:rsidRPr="00AB358A" w14:paraId="02FAA552" w14:textId="77777777" w:rsidTr="008D7312">
        <w:trPr>
          <w:gridAfter w:val="1"/>
          <w:wAfter w:w="7" w:type="dxa"/>
          <w:trHeight w:val="285"/>
        </w:trPr>
        <w:tc>
          <w:tcPr>
            <w:tcW w:w="1206" w:type="dxa"/>
            <w:noWrap/>
            <w:vAlign w:val="center"/>
          </w:tcPr>
          <w:p w14:paraId="58E23840" w14:textId="77777777" w:rsidR="009C2319" w:rsidRPr="00AB358A" w:rsidRDefault="009C2319" w:rsidP="00672850">
            <w:pPr>
              <w:pStyle w:val="Odstavecseseznamem"/>
              <w:numPr>
                <w:ilvl w:val="0"/>
                <w:numId w:val="7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</w:tcPr>
          <w:p w14:paraId="7994C62A" w14:textId="3E64A2F9" w:rsidR="009C2319" w:rsidRPr="009C6E2C" w:rsidRDefault="009C2319" w:rsidP="00672850">
            <w:pPr>
              <w:rPr>
                <w:iCs/>
              </w:rPr>
            </w:pPr>
            <w:r w:rsidRPr="009C2319">
              <w:rPr>
                <w:iCs/>
              </w:rPr>
              <w:t>Stroj nový, nerepasovaný, nepoužitý, max. rok výroby 2025 </w:t>
            </w:r>
          </w:p>
        </w:tc>
        <w:tc>
          <w:tcPr>
            <w:tcW w:w="1600" w:type="dxa"/>
            <w:noWrap/>
            <w:vAlign w:val="center"/>
          </w:tcPr>
          <w:p w14:paraId="5B834513" w14:textId="77777777" w:rsidR="009C2319" w:rsidRPr="00AB358A" w:rsidRDefault="009C2319" w:rsidP="006728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55FDC1A4" w14:textId="77777777" w:rsidR="009C2319" w:rsidRPr="00AB358A" w:rsidRDefault="009C2319" w:rsidP="0067285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D230307" w14:textId="77777777" w:rsidR="00672850" w:rsidRDefault="00672850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18315D96" w14:textId="77777777" w:rsidR="000357F1" w:rsidRDefault="000357F1" w:rsidP="00CC1FD4">
      <w:pPr>
        <w:pStyle w:val="Zkladntext"/>
        <w:tabs>
          <w:tab w:val="left" w:pos="0"/>
        </w:tabs>
        <w:spacing w:after="60"/>
        <w:jc w:val="both"/>
        <w:rPr>
          <w:bCs/>
          <w:sz w:val="22"/>
          <w:szCs w:val="22"/>
        </w:rPr>
      </w:pPr>
    </w:p>
    <w:tbl>
      <w:tblPr>
        <w:tblW w:w="97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7"/>
        <w:gridCol w:w="5674"/>
        <w:gridCol w:w="1601"/>
        <w:gridCol w:w="1229"/>
      </w:tblGrid>
      <w:tr w:rsidR="00E97AAC" w:rsidRPr="00AB358A" w14:paraId="70257254" w14:textId="77777777" w:rsidTr="00A03BBB">
        <w:trPr>
          <w:trHeight w:val="285"/>
        </w:trPr>
        <w:tc>
          <w:tcPr>
            <w:tcW w:w="1206" w:type="dxa"/>
            <w:noWrap/>
            <w:vAlign w:val="center"/>
          </w:tcPr>
          <w:p w14:paraId="4116096F" w14:textId="77777777" w:rsidR="00E97AAC" w:rsidRPr="00AB358A" w:rsidRDefault="00E97AAC" w:rsidP="00A03BBB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0574C4B0" w14:textId="77777777" w:rsidR="00E97AAC" w:rsidRDefault="00E97AAC" w:rsidP="00A03BBB">
            <w:pPr>
              <w:pStyle w:val="Zkladntextodsazen3"/>
              <w:tabs>
                <w:tab w:val="num" w:pos="1866"/>
              </w:tabs>
              <w:ind w:hanging="482"/>
              <w:jc w:val="right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S</w:t>
            </w:r>
            <w:r w:rsidRPr="00AB358A">
              <w:rPr>
                <w:b/>
                <w:color w:val="auto"/>
                <w:sz w:val="24"/>
              </w:rPr>
              <w:t>polečné požadavky na dodávku sekací nástavby a</w:t>
            </w:r>
          </w:p>
          <w:p w14:paraId="6BAA53D9" w14:textId="77777777" w:rsidR="00E97AAC" w:rsidRPr="00A03BBB" w:rsidRDefault="00E97AAC" w:rsidP="00A03BBB">
            <w:pPr>
              <w:pStyle w:val="Zkladntextodsazen3"/>
              <w:tabs>
                <w:tab w:val="num" w:pos="1866"/>
              </w:tabs>
              <w:ind w:hanging="482"/>
              <w:jc w:val="left"/>
              <w:rPr>
                <w:b/>
                <w:i/>
                <w:iCs/>
              </w:rPr>
            </w:pPr>
            <w:r>
              <w:rPr>
                <w:b/>
                <w:color w:val="auto"/>
                <w:sz w:val="24"/>
              </w:rPr>
              <w:t xml:space="preserve"> </w:t>
            </w:r>
            <w:proofErr w:type="spellStart"/>
            <w:r w:rsidRPr="00AB358A">
              <w:rPr>
                <w:b/>
                <w:color w:val="auto"/>
                <w:sz w:val="24"/>
              </w:rPr>
              <w:t>podsvodidlové</w:t>
            </w:r>
            <w:proofErr w:type="spellEnd"/>
            <w:r w:rsidRPr="00AB358A">
              <w:rPr>
                <w:b/>
                <w:color w:val="auto"/>
                <w:sz w:val="24"/>
              </w:rPr>
              <w:t xml:space="preserve"> sekací nástavby</w:t>
            </w:r>
          </w:p>
        </w:tc>
        <w:tc>
          <w:tcPr>
            <w:tcW w:w="1600" w:type="dxa"/>
            <w:noWrap/>
            <w:vAlign w:val="center"/>
          </w:tcPr>
          <w:p w14:paraId="005FA9B7" w14:textId="77777777" w:rsidR="00E97AAC" w:rsidRPr="00AB358A" w:rsidRDefault="00E97AAC" w:rsidP="00A03B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  <w:noWrap/>
            <w:vAlign w:val="center"/>
          </w:tcPr>
          <w:p w14:paraId="70FE8AF3" w14:textId="77777777" w:rsidR="00E97AAC" w:rsidRPr="00AB358A" w:rsidRDefault="00E97AAC" w:rsidP="00A03BBB">
            <w:pPr>
              <w:jc w:val="center"/>
              <w:rPr>
                <w:sz w:val="22"/>
                <w:szCs w:val="22"/>
              </w:rPr>
            </w:pPr>
          </w:p>
        </w:tc>
      </w:tr>
      <w:tr w:rsidR="00E97AAC" w:rsidRPr="00AB358A" w14:paraId="4267F794" w14:textId="77777777" w:rsidTr="00A03BBB">
        <w:trPr>
          <w:trHeight w:val="285"/>
        </w:trPr>
        <w:tc>
          <w:tcPr>
            <w:tcW w:w="1206" w:type="dxa"/>
            <w:noWrap/>
            <w:vAlign w:val="center"/>
          </w:tcPr>
          <w:p w14:paraId="679FF7E0" w14:textId="77777777" w:rsidR="00E97AAC" w:rsidRPr="00AB358A" w:rsidRDefault="00E97AAC" w:rsidP="00E97AAC">
            <w:pPr>
              <w:pStyle w:val="Odstavecseseznamem"/>
              <w:numPr>
                <w:ilvl w:val="0"/>
                <w:numId w:val="7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7EF533D9" w14:textId="77777777" w:rsidR="00E97AAC" w:rsidRPr="009C6E2C" w:rsidRDefault="00E97AAC" w:rsidP="00A03BBB">
            <w:r>
              <w:t>Rozhraní</w:t>
            </w:r>
            <w:r w:rsidRPr="00FF3BFC">
              <w:t xml:space="preserve"> pro přenos dat s výstupem provozních údajů po GPS</w:t>
            </w:r>
            <w:r>
              <w:t xml:space="preserve">: </w:t>
            </w:r>
            <w:r w:rsidRPr="00FF3BFC">
              <w:t>Zapnutí sekací nástavby</w:t>
            </w:r>
          </w:p>
        </w:tc>
        <w:tc>
          <w:tcPr>
            <w:tcW w:w="1600" w:type="dxa"/>
            <w:noWrap/>
            <w:vAlign w:val="center"/>
          </w:tcPr>
          <w:p w14:paraId="1FD3061E" w14:textId="77777777" w:rsidR="00E97AAC" w:rsidRPr="00AB358A" w:rsidRDefault="00E97AAC" w:rsidP="00A03BBB">
            <w:pPr>
              <w:jc w:val="center"/>
              <w:rPr>
                <w:sz w:val="22"/>
                <w:szCs w:val="22"/>
              </w:rPr>
            </w:pPr>
            <w:r w:rsidRPr="00AB358A">
              <w:rPr>
                <w:sz w:val="22"/>
                <w:szCs w:val="22"/>
              </w:rPr>
              <w:t>ano / ne</w:t>
            </w:r>
          </w:p>
        </w:tc>
        <w:tc>
          <w:tcPr>
            <w:tcW w:w="1228" w:type="dxa"/>
            <w:noWrap/>
            <w:vAlign w:val="center"/>
          </w:tcPr>
          <w:p w14:paraId="7D9E7128" w14:textId="77777777" w:rsidR="00E97AAC" w:rsidRPr="00AB358A" w:rsidRDefault="00E97AAC" w:rsidP="00A03BB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6327B4" w14:textId="77777777" w:rsidR="000357F1" w:rsidRDefault="000357F1" w:rsidP="00CC1FD4">
      <w:pPr>
        <w:pStyle w:val="Zkladntext"/>
        <w:tabs>
          <w:tab w:val="left" w:pos="0"/>
        </w:tabs>
        <w:spacing w:after="60"/>
        <w:jc w:val="both"/>
        <w:rPr>
          <w:bCs/>
          <w:sz w:val="22"/>
          <w:szCs w:val="22"/>
        </w:rPr>
      </w:pPr>
    </w:p>
    <w:p w14:paraId="52BDD46C" w14:textId="6E674C2A" w:rsidR="00A8072B" w:rsidRDefault="004D7576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  <w:r w:rsidRPr="008D7312">
        <w:rPr>
          <w:b w:val="0"/>
          <w:bCs/>
          <w:sz w:val="22"/>
          <w:szCs w:val="22"/>
        </w:rPr>
        <w:t>Datum dle el. podpisu</w:t>
      </w:r>
    </w:p>
    <w:p w14:paraId="4E1458FF" w14:textId="77777777" w:rsidR="00A8072B" w:rsidRPr="008D7312" w:rsidRDefault="00A8072B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4786C058" w14:textId="77777777" w:rsidR="003921F1" w:rsidRPr="008D7312" w:rsidRDefault="003921F1" w:rsidP="00CC1FD4">
      <w:pPr>
        <w:pStyle w:val="Zkladntext"/>
        <w:tabs>
          <w:tab w:val="left" w:pos="0"/>
        </w:tabs>
        <w:spacing w:after="60"/>
        <w:jc w:val="both"/>
        <w:rPr>
          <w:b w:val="0"/>
          <w:bCs/>
          <w:sz w:val="22"/>
          <w:szCs w:val="22"/>
        </w:rPr>
      </w:pPr>
    </w:p>
    <w:p w14:paraId="3EF6F4F2" w14:textId="0BE1CF56" w:rsidR="00816553" w:rsidRPr="004C0B28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7A402EA9" w14:textId="6DB2C05F" w:rsidR="0007490B" w:rsidRPr="008D7312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="0007490B" w:rsidRPr="008D7312">
        <w:rPr>
          <w:sz w:val="22"/>
          <w:szCs w:val="22"/>
        </w:rPr>
        <w:tab/>
        <w:t xml:space="preserve">Jméno a </w:t>
      </w:r>
      <w:r w:rsidRPr="008D7312">
        <w:rPr>
          <w:sz w:val="22"/>
          <w:szCs w:val="22"/>
        </w:rPr>
        <w:t xml:space="preserve">podpis osoby </w:t>
      </w:r>
    </w:p>
    <w:p w14:paraId="0B1474E4" w14:textId="3C91159A" w:rsidR="0055307F" w:rsidRPr="008D7312" w:rsidRDefault="0007490B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Pr="008D7312">
        <w:rPr>
          <w:sz w:val="22"/>
          <w:szCs w:val="22"/>
        </w:rPr>
        <w:tab/>
      </w:r>
      <w:r w:rsidR="00816553" w:rsidRPr="008D7312">
        <w:rPr>
          <w:sz w:val="22"/>
          <w:szCs w:val="22"/>
        </w:rPr>
        <w:t>oprávněné jednat jménem účastníka</w:t>
      </w:r>
    </w:p>
    <w:p w14:paraId="7BB9C166" w14:textId="6478BB1D" w:rsidR="00310368" w:rsidRPr="00264FC6" w:rsidRDefault="000A4D02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sz w:val="16"/>
        </w:rPr>
        <w:t xml:space="preserve">               </w:t>
      </w:r>
      <w:r w:rsidRPr="000A4D02">
        <w:rPr>
          <w:rFonts w:ascii="Arial" w:hAnsi="Arial" w:cs="Arial"/>
          <w:sz w:val="22"/>
          <w:szCs w:val="22"/>
          <w:u w:val="single"/>
        </w:rPr>
        <w:t xml:space="preserve">              </w:t>
      </w:r>
    </w:p>
    <w:p w14:paraId="597B1BD4" w14:textId="77777777" w:rsidR="00D345BB" w:rsidRDefault="00D345BB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DB80377" w14:textId="3F20B62D" w:rsidR="00DC159D" w:rsidRPr="00264FC6" w:rsidRDefault="00DC159D" w:rsidP="00662315">
      <w:pPr>
        <w:spacing w:before="120"/>
        <w:jc w:val="both"/>
        <w:rPr>
          <w:rFonts w:ascii="Arial" w:hAnsi="Arial" w:cs="Arial"/>
          <w:sz w:val="22"/>
          <w:szCs w:val="22"/>
        </w:rPr>
      </w:pPr>
    </w:p>
    <w:sectPr w:rsidR="00DC159D" w:rsidRPr="00264FC6" w:rsidSect="008D73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851" w:bottom="1276" w:left="1418" w:header="680" w:footer="4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FC1DA" w14:textId="77777777" w:rsidR="00934061" w:rsidRDefault="00934061">
      <w:r>
        <w:separator/>
      </w:r>
    </w:p>
  </w:endnote>
  <w:endnote w:type="continuationSeparator" w:id="0">
    <w:p w14:paraId="075AB405" w14:textId="77777777" w:rsidR="00934061" w:rsidRDefault="0093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3055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396C23" id="Line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813CB" w14:textId="77777777" w:rsidR="00934061" w:rsidRDefault="00934061">
      <w:r>
        <w:separator/>
      </w:r>
    </w:p>
  </w:footnote>
  <w:footnote w:type="continuationSeparator" w:id="0">
    <w:p w14:paraId="273004A3" w14:textId="77777777" w:rsidR="00934061" w:rsidRDefault="0093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4A643E48" w:rsidR="007D52B8" w:rsidRPr="008D7312" w:rsidRDefault="007D52B8" w:rsidP="008D7312">
    <w:pPr>
      <w:pStyle w:val="Nzev"/>
      <w:jc w:val="left"/>
      <w:rPr>
        <w:rFonts w:ascii="Times New Roman" w:hAnsi="Times New Roman"/>
        <w:bCs/>
        <w:sz w:val="16"/>
      </w:rPr>
    </w:pPr>
    <w:r w:rsidRPr="008D7312">
      <w:rPr>
        <w:rFonts w:ascii="Times New Roman" w:hAnsi="Times New Roman" w:cs="Times New Roman"/>
        <w:b w:val="0"/>
        <w:bCs/>
        <w:sz w:val="16"/>
      </w:rPr>
      <w:t>Zadávací podmínky</w:t>
    </w:r>
    <w:r w:rsidRPr="00927D23">
      <w:rPr>
        <w:rFonts w:ascii="Times New Roman" w:hAnsi="Times New Roman" w:cs="Times New Roman"/>
        <w:sz w:val="16"/>
      </w:rPr>
      <w:t xml:space="preserve"> </w:t>
    </w:r>
    <w:r w:rsidR="00280315" w:rsidRPr="00927D23">
      <w:rPr>
        <w:rFonts w:ascii="Times New Roman" w:hAnsi="Times New Roman" w:cs="Times New Roman"/>
        <w:sz w:val="16"/>
      </w:rPr>
      <w:t>– Dodávka</w:t>
    </w:r>
    <w:r w:rsidR="000847F1" w:rsidRPr="008D7312">
      <w:rPr>
        <w:rFonts w:ascii="Times New Roman" w:hAnsi="Times New Roman" w:cs="Times New Roman"/>
        <w:b w:val="0"/>
        <w:sz w:val="16"/>
        <w:szCs w:val="16"/>
      </w:rPr>
      <w:t xml:space="preserve"> traktorov</w:t>
    </w:r>
    <w:r w:rsidR="00EF75E6">
      <w:rPr>
        <w:rFonts w:ascii="Times New Roman" w:hAnsi="Times New Roman" w:cs="Times New Roman"/>
        <w:b w:val="0"/>
        <w:sz w:val="16"/>
        <w:szCs w:val="16"/>
      </w:rPr>
      <w:t xml:space="preserve">ých nosičů včetně kombinovaných sekacích nástaveb v počtu dvou kusů                               </w:t>
    </w:r>
    <w:r w:rsidR="00084C36" w:rsidRPr="008D7312">
      <w:rPr>
        <w:rFonts w:ascii="Times New Roman" w:hAnsi="Times New Roman" w:cs="Times New Roman"/>
        <w:b w:val="0"/>
        <w:bCs/>
        <w:sz w:val="16"/>
      </w:rPr>
      <w:t>strana</w:t>
    </w:r>
    <w:r w:rsidRPr="008D7312">
      <w:rPr>
        <w:rFonts w:ascii="Times New Roman" w:hAnsi="Times New Roman" w:cs="Times New Roman"/>
        <w:b w:val="0"/>
        <w:bCs/>
        <w:sz w:val="16"/>
      </w:rPr>
      <w:t xml:space="preserve">: </w: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begin"/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instrText xml:space="preserve"> PAGE </w:instrTex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separate"/>
    </w:r>
    <w:r w:rsidR="00E071FE" w:rsidRPr="008D7312">
      <w:rPr>
        <w:rStyle w:val="slostrnky"/>
        <w:rFonts w:ascii="Times New Roman" w:hAnsi="Times New Roman" w:cs="Times New Roman"/>
        <w:b w:val="0"/>
        <w:bCs/>
        <w:noProof/>
        <w:sz w:val="16"/>
      </w:rPr>
      <w:t>2</w:t>
    </w:r>
    <w:r w:rsidRPr="008D7312">
      <w:rPr>
        <w:rStyle w:val="slostrnky"/>
        <w:rFonts w:ascii="Times New Roman" w:hAnsi="Times New Roman" w:cs="Times New Roman"/>
        <w:b w:val="0"/>
        <w:bCs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B860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149E" w14:textId="2C9E326E" w:rsidR="00084C36" w:rsidRPr="008D7312" w:rsidRDefault="00084C36" w:rsidP="00BE209D">
    <w:pPr>
      <w:pStyle w:val="Zhlav"/>
      <w:rPr>
        <w:sz w:val="16"/>
      </w:rPr>
    </w:pPr>
    <w:r w:rsidRPr="008D7312">
      <w:rPr>
        <w:sz w:val="16"/>
      </w:rPr>
      <w:t>Za</w:t>
    </w:r>
    <w:r w:rsidR="00D9770A" w:rsidRPr="008D7312">
      <w:rPr>
        <w:sz w:val="16"/>
      </w:rPr>
      <w:t xml:space="preserve">dávací podmínky – </w:t>
    </w:r>
    <w:bookmarkStart w:id="5" w:name="_Hlk55215233"/>
    <w:r w:rsidR="00AA757A" w:rsidRPr="008D7312">
      <w:rPr>
        <w:rFonts w:ascii="Arial" w:hAnsi="Arial" w:cs="Arial"/>
        <w:bCs/>
        <w:sz w:val="16"/>
        <w:szCs w:val="16"/>
        <w:u w:val="single"/>
      </w:rPr>
      <w:t>Dodávka traktorových nosičů a kombinované sekací nástavby v počtu dvou kusů</w:t>
    </w:r>
    <w:r w:rsidR="00AA757A" w:rsidRPr="00AA757A" w:rsidDel="00E52A05">
      <w:rPr>
        <w:sz w:val="16"/>
      </w:rPr>
      <w:t xml:space="preserve"> </w:t>
    </w:r>
    <w:r w:rsidR="006A73AE">
      <w:rPr>
        <w:sz w:val="16"/>
      </w:rPr>
      <w:t xml:space="preserve">                                              </w:t>
    </w:r>
    <w:bookmarkEnd w:id="5"/>
    <w:r w:rsidR="00BE209D" w:rsidRPr="008D7312">
      <w:rPr>
        <w:sz w:val="16"/>
      </w:rPr>
      <w:t>s</w:t>
    </w:r>
    <w:r w:rsidRPr="008D7312">
      <w:rPr>
        <w:sz w:val="16"/>
      </w:rPr>
      <w:t>trana:</w:t>
    </w:r>
    <w:r w:rsidR="00927D23">
      <w:rPr>
        <w:rFonts w:ascii="Arial" w:hAnsi="Arial"/>
        <w:sz w:val="16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BF78EC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A37F1"/>
    <w:multiLevelType w:val="hybridMultilevel"/>
    <w:tmpl w:val="2132BC82"/>
    <w:lvl w:ilvl="0" w:tplc="680E51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0537103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8A224AC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8359D0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1F151D73"/>
    <w:multiLevelType w:val="hybridMultilevel"/>
    <w:tmpl w:val="80465FE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AB7702C"/>
    <w:multiLevelType w:val="hybridMultilevel"/>
    <w:tmpl w:val="103893B0"/>
    <w:lvl w:ilvl="0" w:tplc="4DFAEA06">
      <w:start w:val="1"/>
      <w:numFmt w:val="decimal"/>
      <w:lvlText w:val="%1."/>
      <w:lvlJc w:val="left"/>
      <w:pPr>
        <w:ind w:left="786" w:hanging="360"/>
      </w:pPr>
      <w:rPr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AE2496E"/>
    <w:multiLevelType w:val="hybridMultilevel"/>
    <w:tmpl w:val="8428598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632C45"/>
    <w:multiLevelType w:val="hybridMultilevel"/>
    <w:tmpl w:val="4ABA2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E2797"/>
    <w:multiLevelType w:val="hybridMultilevel"/>
    <w:tmpl w:val="19F2A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A20181F"/>
    <w:multiLevelType w:val="hybridMultilevel"/>
    <w:tmpl w:val="BB4AB6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BB7EC5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6" w15:restartNumberingAfterBreak="0">
    <w:nsid w:val="4A2E040D"/>
    <w:multiLevelType w:val="hybridMultilevel"/>
    <w:tmpl w:val="4EA6D066"/>
    <w:lvl w:ilvl="0" w:tplc="8916925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6138F2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2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0A7CBB"/>
    <w:multiLevelType w:val="hybridMultilevel"/>
    <w:tmpl w:val="4ABA2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6618C2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791752"/>
    <w:multiLevelType w:val="hybridMultilevel"/>
    <w:tmpl w:val="28FA62DA"/>
    <w:lvl w:ilvl="0" w:tplc="ACE692CA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B16ACABA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BF24F1"/>
    <w:multiLevelType w:val="hybridMultilevel"/>
    <w:tmpl w:val="294A7D0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B84525"/>
    <w:multiLevelType w:val="hybridMultilevel"/>
    <w:tmpl w:val="B888E07C"/>
    <w:lvl w:ilvl="0" w:tplc="8F58A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C02770"/>
    <w:multiLevelType w:val="hybridMultilevel"/>
    <w:tmpl w:val="EE46965C"/>
    <w:lvl w:ilvl="0" w:tplc="BA48D5E2">
      <w:start w:val="1"/>
      <w:numFmt w:val="decimal"/>
      <w:lvlText w:val="%1."/>
      <w:lvlJc w:val="left"/>
      <w:pPr>
        <w:ind w:left="862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A411883"/>
    <w:multiLevelType w:val="hybridMultilevel"/>
    <w:tmpl w:val="D43A47E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57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8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F961524"/>
    <w:multiLevelType w:val="hybridMultilevel"/>
    <w:tmpl w:val="294A7D0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C457CB"/>
    <w:multiLevelType w:val="hybridMultilevel"/>
    <w:tmpl w:val="945C119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712032CD"/>
    <w:multiLevelType w:val="hybridMultilevel"/>
    <w:tmpl w:val="616E56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5C2530C"/>
    <w:multiLevelType w:val="hybridMultilevel"/>
    <w:tmpl w:val="66D4721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67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69" w15:restartNumberingAfterBreak="0">
    <w:nsid w:val="7C8D6EF2"/>
    <w:multiLevelType w:val="hybridMultilevel"/>
    <w:tmpl w:val="8598A95E"/>
    <w:lvl w:ilvl="0" w:tplc="4DFAEA0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0DE82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D741736"/>
    <w:multiLevelType w:val="hybridMultilevel"/>
    <w:tmpl w:val="6F8842C0"/>
    <w:lvl w:ilvl="0" w:tplc="FA2651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66"/>
  </w:num>
  <w:num w:numId="4" w16cid:durableId="1368414011">
    <w:abstractNumId w:val="30"/>
  </w:num>
  <w:num w:numId="5" w16cid:durableId="1296257766">
    <w:abstractNumId w:val="16"/>
  </w:num>
  <w:num w:numId="6" w16cid:durableId="323165604">
    <w:abstractNumId w:val="65"/>
  </w:num>
  <w:num w:numId="7" w16cid:durableId="1551259126">
    <w:abstractNumId w:val="34"/>
  </w:num>
  <w:num w:numId="8" w16cid:durableId="1990091578">
    <w:abstractNumId w:val="6"/>
  </w:num>
  <w:num w:numId="9" w16cid:durableId="1649548904">
    <w:abstractNumId w:val="17"/>
  </w:num>
  <w:num w:numId="10" w16cid:durableId="1134714239">
    <w:abstractNumId w:val="70"/>
  </w:num>
  <w:num w:numId="11" w16cid:durableId="167067224">
    <w:abstractNumId w:val="67"/>
  </w:num>
  <w:num w:numId="12" w16cid:durableId="2025205383">
    <w:abstractNumId w:val="24"/>
  </w:num>
  <w:num w:numId="13" w16cid:durableId="926038209">
    <w:abstractNumId w:val="10"/>
  </w:num>
  <w:num w:numId="14" w16cid:durableId="2134902905">
    <w:abstractNumId w:val="56"/>
  </w:num>
  <w:num w:numId="15" w16cid:durableId="7721646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22"/>
  </w:num>
  <w:num w:numId="17" w16cid:durableId="1519387441">
    <w:abstractNumId w:val="25"/>
  </w:num>
  <w:num w:numId="18" w16cid:durableId="720329015">
    <w:abstractNumId w:val="32"/>
  </w:num>
  <w:num w:numId="19" w16cid:durableId="171091115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7"/>
  </w:num>
  <w:num w:numId="23" w16cid:durableId="1545829881">
    <w:abstractNumId w:val="40"/>
  </w:num>
  <w:num w:numId="24" w16cid:durableId="2127263620">
    <w:abstractNumId w:val="28"/>
  </w:num>
  <w:num w:numId="25" w16cid:durableId="1254120037">
    <w:abstractNumId w:val="18"/>
  </w:num>
  <w:num w:numId="26" w16cid:durableId="547883679">
    <w:abstractNumId w:val="8"/>
  </w:num>
  <w:num w:numId="27" w16cid:durableId="45614884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63"/>
  </w:num>
  <w:num w:numId="29" w16cid:durableId="728504590">
    <w:abstractNumId w:val="14"/>
  </w:num>
  <w:num w:numId="30" w16cid:durableId="1386878941">
    <w:abstractNumId w:val="33"/>
  </w:num>
  <w:num w:numId="31" w16cid:durableId="642546029">
    <w:abstractNumId w:val="45"/>
  </w:num>
  <w:num w:numId="32" w16cid:durableId="424957233">
    <w:abstractNumId w:val="38"/>
  </w:num>
  <w:num w:numId="33" w16cid:durableId="329069556">
    <w:abstractNumId w:val="21"/>
  </w:num>
  <w:num w:numId="34" w16cid:durableId="1743408279">
    <w:abstractNumId w:val="39"/>
  </w:num>
  <w:num w:numId="35" w16cid:durableId="223949018">
    <w:abstractNumId w:val="68"/>
  </w:num>
  <w:num w:numId="36" w16cid:durableId="1299337865">
    <w:abstractNumId w:val="57"/>
  </w:num>
  <w:num w:numId="37" w16cid:durableId="613825614">
    <w:abstractNumId w:val="42"/>
  </w:num>
  <w:num w:numId="38" w16cid:durableId="768547767">
    <w:abstractNumId w:val="58"/>
  </w:num>
  <w:num w:numId="39" w16cid:durableId="1917737001">
    <w:abstractNumId w:val="26"/>
  </w:num>
  <w:num w:numId="40" w16cid:durableId="1483425229">
    <w:abstractNumId w:val="50"/>
  </w:num>
  <w:num w:numId="41" w16cid:durableId="40716106">
    <w:abstractNumId w:val="11"/>
  </w:num>
  <w:num w:numId="42" w16cid:durableId="482742774">
    <w:abstractNumId w:val="48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41"/>
  </w:num>
  <w:num w:numId="46" w16cid:durableId="375662148">
    <w:abstractNumId w:val="35"/>
  </w:num>
  <w:num w:numId="47" w16cid:durableId="1096486661">
    <w:abstractNumId w:val="44"/>
  </w:num>
  <w:num w:numId="48" w16cid:durableId="2276896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51"/>
  </w:num>
  <w:num w:numId="50" w16cid:durableId="82338770">
    <w:abstractNumId w:val="19"/>
  </w:num>
  <w:num w:numId="51" w16cid:durableId="1739401166">
    <w:abstractNumId w:val="27"/>
  </w:num>
  <w:num w:numId="52" w16cid:durableId="1483347946">
    <w:abstractNumId w:val="20"/>
  </w:num>
  <w:num w:numId="53" w16cid:durableId="1949776040">
    <w:abstractNumId w:val="15"/>
  </w:num>
  <w:num w:numId="54" w16cid:durableId="1767311269">
    <w:abstractNumId w:val="69"/>
  </w:num>
  <w:num w:numId="55" w16cid:durableId="1885750336">
    <w:abstractNumId w:val="5"/>
  </w:num>
  <w:num w:numId="56" w16cid:durableId="1740902737">
    <w:abstractNumId w:val="54"/>
  </w:num>
  <w:num w:numId="57" w16cid:durableId="166332505">
    <w:abstractNumId w:val="64"/>
  </w:num>
  <w:num w:numId="58" w16cid:durableId="357975044">
    <w:abstractNumId w:val="61"/>
  </w:num>
  <w:num w:numId="59" w16cid:durableId="790976498">
    <w:abstractNumId w:val="59"/>
  </w:num>
  <w:num w:numId="60" w16cid:durableId="1748569945">
    <w:abstractNumId w:val="49"/>
  </w:num>
  <w:num w:numId="61" w16cid:durableId="2060351273">
    <w:abstractNumId w:val="29"/>
  </w:num>
  <w:num w:numId="62" w16cid:durableId="590283131">
    <w:abstractNumId w:val="36"/>
  </w:num>
  <w:num w:numId="63" w16cid:durableId="357850553">
    <w:abstractNumId w:val="53"/>
  </w:num>
  <w:num w:numId="64" w16cid:durableId="345713028">
    <w:abstractNumId w:val="60"/>
  </w:num>
  <w:num w:numId="65" w16cid:durableId="170798748">
    <w:abstractNumId w:val="55"/>
  </w:num>
  <w:num w:numId="66" w16cid:durableId="1290041991">
    <w:abstractNumId w:val="9"/>
  </w:num>
  <w:num w:numId="67" w16cid:durableId="1499267945">
    <w:abstractNumId w:val="13"/>
  </w:num>
  <w:num w:numId="68" w16cid:durableId="1710179547">
    <w:abstractNumId w:val="37"/>
  </w:num>
  <w:num w:numId="69" w16cid:durableId="1858960296">
    <w:abstractNumId w:val="52"/>
  </w:num>
  <w:num w:numId="70" w16cid:durableId="1859076862">
    <w:abstractNumId w:val="43"/>
  </w:num>
  <w:num w:numId="71" w16cid:durableId="554244212">
    <w:abstractNumId w:val="31"/>
  </w:num>
  <w:num w:numId="72" w16cid:durableId="9063395">
    <w:abstractNumId w:val="71"/>
  </w:num>
  <w:num w:numId="73" w16cid:durableId="1441492800">
    <w:abstractNumId w:val="4"/>
  </w:num>
  <w:num w:numId="74" w16cid:durableId="2016685637">
    <w:abstractNumId w:val="47"/>
  </w:num>
  <w:num w:numId="75" w16cid:durableId="1983734995">
    <w:abstractNumId w:val="46"/>
  </w:num>
  <w:num w:numId="76" w16cid:durableId="455565837">
    <w:abstractNumId w:val="23"/>
  </w:num>
  <w:num w:numId="77" w16cid:durableId="53234727">
    <w:abstractNumId w:val="1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65DF"/>
    <w:rsid w:val="00011CE9"/>
    <w:rsid w:val="000127F9"/>
    <w:rsid w:val="00013E25"/>
    <w:rsid w:val="0001464F"/>
    <w:rsid w:val="00014E40"/>
    <w:rsid w:val="00017654"/>
    <w:rsid w:val="000321BE"/>
    <w:rsid w:val="00034DD9"/>
    <w:rsid w:val="000357F1"/>
    <w:rsid w:val="00035CAC"/>
    <w:rsid w:val="000375E9"/>
    <w:rsid w:val="00053818"/>
    <w:rsid w:val="00057286"/>
    <w:rsid w:val="00063D09"/>
    <w:rsid w:val="00065B92"/>
    <w:rsid w:val="00074578"/>
    <w:rsid w:val="0007490B"/>
    <w:rsid w:val="00076ECE"/>
    <w:rsid w:val="00077FE1"/>
    <w:rsid w:val="00081179"/>
    <w:rsid w:val="000847F1"/>
    <w:rsid w:val="00084C36"/>
    <w:rsid w:val="00084E54"/>
    <w:rsid w:val="0008608C"/>
    <w:rsid w:val="000867E3"/>
    <w:rsid w:val="000900F1"/>
    <w:rsid w:val="000908B3"/>
    <w:rsid w:val="00091C1E"/>
    <w:rsid w:val="00097560"/>
    <w:rsid w:val="000A02BC"/>
    <w:rsid w:val="000A2B77"/>
    <w:rsid w:val="000A3781"/>
    <w:rsid w:val="000A4D02"/>
    <w:rsid w:val="000A51D9"/>
    <w:rsid w:val="000A616C"/>
    <w:rsid w:val="000B44CB"/>
    <w:rsid w:val="000B5AA1"/>
    <w:rsid w:val="000B6C7C"/>
    <w:rsid w:val="000B7481"/>
    <w:rsid w:val="000B7F27"/>
    <w:rsid w:val="000C2033"/>
    <w:rsid w:val="000C2539"/>
    <w:rsid w:val="000C2E58"/>
    <w:rsid w:val="000D00D6"/>
    <w:rsid w:val="000D0D78"/>
    <w:rsid w:val="000D1D75"/>
    <w:rsid w:val="000D54F9"/>
    <w:rsid w:val="000D5D98"/>
    <w:rsid w:val="000D747E"/>
    <w:rsid w:val="000E11D1"/>
    <w:rsid w:val="000E3184"/>
    <w:rsid w:val="000E513D"/>
    <w:rsid w:val="000E59FC"/>
    <w:rsid w:val="000E5B06"/>
    <w:rsid w:val="000E5B52"/>
    <w:rsid w:val="000E6911"/>
    <w:rsid w:val="000E7533"/>
    <w:rsid w:val="000F0847"/>
    <w:rsid w:val="000F13FA"/>
    <w:rsid w:val="000F236E"/>
    <w:rsid w:val="001009A0"/>
    <w:rsid w:val="00104036"/>
    <w:rsid w:val="0011069B"/>
    <w:rsid w:val="001107F4"/>
    <w:rsid w:val="001121DC"/>
    <w:rsid w:val="00113FAD"/>
    <w:rsid w:val="00114ECB"/>
    <w:rsid w:val="00116225"/>
    <w:rsid w:val="00116D08"/>
    <w:rsid w:val="001209F5"/>
    <w:rsid w:val="00123288"/>
    <w:rsid w:val="001272DF"/>
    <w:rsid w:val="0013195E"/>
    <w:rsid w:val="0013311C"/>
    <w:rsid w:val="00155A50"/>
    <w:rsid w:val="00157096"/>
    <w:rsid w:val="00157839"/>
    <w:rsid w:val="001640E8"/>
    <w:rsid w:val="00166102"/>
    <w:rsid w:val="00166496"/>
    <w:rsid w:val="001677C5"/>
    <w:rsid w:val="00175057"/>
    <w:rsid w:val="00177FC0"/>
    <w:rsid w:val="00181693"/>
    <w:rsid w:val="00183079"/>
    <w:rsid w:val="00185342"/>
    <w:rsid w:val="00186CC5"/>
    <w:rsid w:val="00193669"/>
    <w:rsid w:val="001B0E27"/>
    <w:rsid w:val="001B29FC"/>
    <w:rsid w:val="001B4015"/>
    <w:rsid w:val="001B60C5"/>
    <w:rsid w:val="001C5FAA"/>
    <w:rsid w:val="001D1220"/>
    <w:rsid w:val="001D23C1"/>
    <w:rsid w:val="001D6728"/>
    <w:rsid w:val="001D6C71"/>
    <w:rsid w:val="001D77EE"/>
    <w:rsid w:val="001D7B22"/>
    <w:rsid w:val="001D7FE3"/>
    <w:rsid w:val="001E540C"/>
    <w:rsid w:val="001E6830"/>
    <w:rsid w:val="001E76B2"/>
    <w:rsid w:val="001F15C8"/>
    <w:rsid w:val="001F1A86"/>
    <w:rsid w:val="001F5C38"/>
    <w:rsid w:val="001F67A9"/>
    <w:rsid w:val="00202000"/>
    <w:rsid w:val="0020351D"/>
    <w:rsid w:val="0020574C"/>
    <w:rsid w:val="002138B9"/>
    <w:rsid w:val="00217464"/>
    <w:rsid w:val="0022112D"/>
    <w:rsid w:val="00224F43"/>
    <w:rsid w:val="00226F34"/>
    <w:rsid w:val="002275CA"/>
    <w:rsid w:val="00234157"/>
    <w:rsid w:val="00236A3F"/>
    <w:rsid w:val="00237089"/>
    <w:rsid w:val="00237D81"/>
    <w:rsid w:val="00244B2E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67460"/>
    <w:rsid w:val="00270302"/>
    <w:rsid w:val="0027103D"/>
    <w:rsid w:val="00271089"/>
    <w:rsid w:val="00272F71"/>
    <w:rsid w:val="0027653B"/>
    <w:rsid w:val="00276805"/>
    <w:rsid w:val="00277454"/>
    <w:rsid w:val="00280315"/>
    <w:rsid w:val="002816ED"/>
    <w:rsid w:val="00290D61"/>
    <w:rsid w:val="00294744"/>
    <w:rsid w:val="00295030"/>
    <w:rsid w:val="00296950"/>
    <w:rsid w:val="002A0EEC"/>
    <w:rsid w:val="002A6455"/>
    <w:rsid w:val="002A75E5"/>
    <w:rsid w:val="002B160B"/>
    <w:rsid w:val="002B565D"/>
    <w:rsid w:val="002C2970"/>
    <w:rsid w:val="002C38D6"/>
    <w:rsid w:val="002C4C2A"/>
    <w:rsid w:val="002C545B"/>
    <w:rsid w:val="002C7787"/>
    <w:rsid w:val="002C7F32"/>
    <w:rsid w:val="002D4E4E"/>
    <w:rsid w:val="002D5399"/>
    <w:rsid w:val="002E218B"/>
    <w:rsid w:val="002E2375"/>
    <w:rsid w:val="002E4545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5282"/>
    <w:rsid w:val="00305BA0"/>
    <w:rsid w:val="0030755B"/>
    <w:rsid w:val="00310368"/>
    <w:rsid w:val="003105DB"/>
    <w:rsid w:val="00317C19"/>
    <w:rsid w:val="00323278"/>
    <w:rsid w:val="003235A9"/>
    <w:rsid w:val="0032413B"/>
    <w:rsid w:val="00324DCD"/>
    <w:rsid w:val="0032619B"/>
    <w:rsid w:val="0033521F"/>
    <w:rsid w:val="00336A69"/>
    <w:rsid w:val="0034187D"/>
    <w:rsid w:val="00344F6D"/>
    <w:rsid w:val="00346DAC"/>
    <w:rsid w:val="003473BF"/>
    <w:rsid w:val="00350970"/>
    <w:rsid w:val="00353013"/>
    <w:rsid w:val="0036164E"/>
    <w:rsid w:val="00362197"/>
    <w:rsid w:val="0036485A"/>
    <w:rsid w:val="00365642"/>
    <w:rsid w:val="00371017"/>
    <w:rsid w:val="003744F2"/>
    <w:rsid w:val="00386110"/>
    <w:rsid w:val="003908F0"/>
    <w:rsid w:val="003921F1"/>
    <w:rsid w:val="003959A9"/>
    <w:rsid w:val="003A4D4B"/>
    <w:rsid w:val="003A518A"/>
    <w:rsid w:val="003B31B6"/>
    <w:rsid w:val="003B36B8"/>
    <w:rsid w:val="003B4CD3"/>
    <w:rsid w:val="003B63E2"/>
    <w:rsid w:val="003C19B7"/>
    <w:rsid w:val="003C1F87"/>
    <w:rsid w:val="003C2528"/>
    <w:rsid w:val="003C2D7F"/>
    <w:rsid w:val="003C2FD7"/>
    <w:rsid w:val="003C37BF"/>
    <w:rsid w:val="003C65CE"/>
    <w:rsid w:val="003C6D7E"/>
    <w:rsid w:val="003C702F"/>
    <w:rsid w:val="003C7069"/>
    <w:rsid w:val="003D3870"/>
    <w:rsid w:val="003E1EE9"/>
    <w:rsid w:val="003E5190"/>
    <w:rsid w:val="003E6597"/>
    <w:rsid w:val="003F37C4"/>
    <w:rsid w:val="003F698A"/>
    <w:rsid w:val="003F7066"/>
    <w:rsid w:val="00400AF1"/>
    <w:rsid w:val="004028DB"/>
    <w:rsid w:val="00405C22"/>
    <w:rsid w:val="00406626"/>
    <w:rsid w:val="004116B3"/>
    <w:rsid w:val="00415D0D"/>
    <w:rsid w:val="00427283"/>
    <w:rsid w:val="004276DE"/>
    <w:rsid w:val="00427AFD"/>
    <w:rsid w:val="00431351"/>
    <w:rsid w:val="0043179F"/>
    <w:rsid w:val="00432984"/>
    <w:rsid w:val="004340E8"/>
    <w:rsid w:val="004341C2"/>
    <w:rsid w:val="00437DC3"/>
    <w:rsid w:val="00440598"/>
    <w:rsid w:val="00440D00"/>
    <w:rsid w:val="00443AE4"/>
    <w:rsid w:val="00452155"/>
    <w:rsid w:val="00452938"/>
    <w:rsid w:val="00453246"/>
    <w:rsid w:val="004540A0"/>
    <w:rsid w:val="00457D6D"/>
    <w:rsid w:val="00460F64"/>
    <w:rsid w:val="00465435"/>
    <w:rsid w:val="00467763"/>
    <w:rsid w:val="0047100B"/>
    <w:rsid w:val="0047145A"/>
    <w:rsid w:val="00472E92"/>
    <w:rsid w:val="00474717"/>
    <w:rsid w:val="004763C5"/>
    <w:rsid w:val="004859DB"/>
    <w:rsid w:val="00486715"/>
    <w:rsid w:val="00490128"/>
    <w:rsid w:val="00491EC7"/>
    <w:rsid w:val="004961B5"/>
    <w:rsid w:val="00496A46"/>
    <w:rsid w:val="004970D6"/>
    <w:rsid w:val="004A28A9"/>
    <w:rsid w:val="004A308D"/>
    <w:rsid w:val="004B0B25"/>
    <w:rsid w:val="004B4244"/>
    <w:rsid w:val="004B4561"/>
    <w:rsid w:val="004C018B"/>
    <w:rsid w:val="004C0B28"/>
    <w:rsid w:val="004C0C4A"/>
    <w:rsid w:val="004C4963"/>
    <w:rsid w:val="004C57D3"/>
    <w:rsid w:val="004C6B2A"/>
    <w:rsid w:val="004D7576"/>
    <w:rsid w:val="004D76F5"/>
    <w:rsid w:val="004E0475"/>
    <w:rsid w:val="004F31F1"/>
    <w:rsid w:val="004F7E18"/>
    <w:rsid w:val="0050228B"/>
    <w:rsid w:val="005025E4"/>
    <w:rsid w:val="00502D10"/>
    <w:rsid w:val="005038C8"/>
    <w:rsid w:val="00504668"/>
    <w:rsid w:val="00512286"/>
    <w:rsid w:val="0051245A"/>
    <w:rsid w:val="00520C27"/>
    <w:rsid w:val="0052241F"/>
    <w:rsid w:val="00523FE0"/>
    <w:rsid w:val="005263BD"/>
    <w:rsid w:val="005302DC"/>
    <w:rsid w:val="00533EDA"/>
    <w:rsid w:val="00534568"/>
    <w:rsid w:val="00534E91"/>
    <w:rsid w:val="00535CED"/>
    <w:rsid w:val="00542749"/>
    <w:rsid w:val="005435B3"/>
    <w:rsid w:val="005479C4"/>
    <w:rsid w:val="005517C9"/>
    <w:rsid w:val="005529C6"/>
    <w:rsid w:val="005529EA"/>
    <w:rsid w:val="0055307F"/>
    <w:rsid w:val="0056017E"/>
    <w:rsid w:val="00570364"/>
    <w:rsid w:val="00570A17"/>
    <w:rsid w:val="005710C2"/>
    <w:rsid w:val="00582919"/>
    <w:rsid w:val="00583219"/>
    <w:rsid w:val="00583F7C"/>
    <w:rsid w:val="00584311"/>
    <w:rsid w:val="00586BE6"/>
    <w:rsid w:val="005921E2"/>
    <w:rsid w:val="00593D52"/>
    <w:rsid w:val="00594790"/>
    <w:rsid w:val="00597252"/>
    <w:rsid w:val="005A0464"/>
    <w:rsid w:val="005A0572"/>
    <w:rsid w:val="005A0615"/>
    <w:rsid w:val="005A1A1F"/>
    <w:rsid w:val="005A6939"/>
    <w:rsid w:val="005A6BBD"/>
    <w:rsid w:val="005A79BE"/>
    <w:rsid w:val="005B1677"/>
    <w:rsid w:val="005B2822"/>
    <w:rsid w:val="005C5D42"/>
    <w:rsid w:val="005C62F4"/>
    <w:rsid w:val="005C6AF9"/>
    <w:rsid w:val="005D4CE4"/>
    <w:rsid w:val="005D7227"/>
    <w:rsid w:val="005D7B14"/>
    <w:rsid w:val="005D7C12"/>
    <w:rsid w:val="005E071C"/>
    <w:rsid w:val="005E0F52"/>
    <w:rsid w:val="005E23CA"/>
    <w:rsid w:val="005E2D8F"/>
    <w:rsid w:val="005E6D65"/>
    <w:rsid w:val="005F0C65"/>
    <w:rsid w:val="005F2EE6"/>
    <w:rsid w:val="005F36AB"/>
    <w:rsid w:val="005F437D"/>
    <w:rsid w:val="005F527C"/>
    <w:rsid w:val="005F6A30"/>
    <w:rsid w:val="005F7C10"/>
    <w:rsid w:val="0060103A"/>
    <w:rsid w:val="006051A6"/>
    <w:rsid w:val="00610EDB"/>
    <w:rsid w:val="00611498"/>
    <w:rsid w:val="00612341"/>
    <w:rsid w:val="00614098"/>
    <w:rsid w:val="006210C2"/>
    <w:rsid w:val="00622DAE"/>
    <w:rsid w:val="00632CD0"/>
    <w:rsid w:val="006339E1"/>
    <w:rsid w:val="006375E5"/>
    <w:rsid w:val="0063797D"/>
    <w:rsid w:val="00640508"/>
    <w:rsid w:val="00643F05"/>
    <w:rsid w:val="006449F0"/>
    <w:rsid w:val="00644F75"/>
    <w:rsid w:val="00646B83"/>
    <w:rsid w:val="0065088B"/>
    <w:rsid w:val="00652537"/>
    <w:rsid w:val="00653ABE"/>
    <w:rsid w:val="00653ED4"/>
    <w:rsid w:val="00662315"/>
    <w:rsid w:val="00662344"/>
    <w:rsid w:val="006636C3"/>
    <w:rsid w:val="00663A32"/>
    <w:rsid w:val="006659A2"/>
    <w:rsid w:val="00672850"/>
    <w:rsid w:val="006745E7"/>
    <w:rsid w:val="006750A5"/>
    <w:rsid w:val="00676DD4"/>
    <w:rsid w:val="006778ED"/>
    <w:rsid w:val="006814B7"/>
    <w:rsid w:val="00682967"/>
    <w:rsid w:val="00683C8F"/>
    <w:rsid w:val="00683EEA"/>
    <w:rsid w:val="0068539B"/>
    <w:rsid w:val="00685EF8"/>
    <w:rsid w:val="00687215"/>
    <w:rsid w:val="00690877"/>
    <w:rsid w:val="00691CA1"/>
    <w:rsid w:val="00691F06"/>
    <w:rsid w:val="00697CE7"/>
    <w:rsid w:val="006A14CD"/>
    <w:rsid w:val="006A5E22"/>
    <w:rsid w:val="006A736E"/>
    <w:rsid w:val="006A73AE"/>
    <w:rsid w:val="006A767A"/>
    <w:rsid w:val="006B1089"/>
    <w:rsid w:val="006B1376"/>
    <w:rsid w:val="006B2E8A"/>
    <w:rsid w:val="006B4543"/>
    <w:rsid w:val="006C1314"/>
    <w:rsid w:val="006C1A38"/>
    <w:rsid w:val="006C33EC"/>
    <w:rsid w:val="006C4478"/>
    <w:rsid w:val="006D17A7"/>
    <w:rsid w:val="006D213C"/>
    <w:rsid w:val="006D2ACD"/>
    <w:rsid w:val="006D4281"/>
    <w:rsid w:val="006D6863"/>
    <w:rsid w:val="006E3928"/>
    <w:rsid w:val="006E441B"/>
    <w:rsid w:val="006E4B2D"/>
    <w:rsid w:val="006F1FB6"/>
    <w:rsid w:val="006F31D9"/>
    <w:rsid w:val="006F63A1"/>
    <w:rsid w:val="007001CE"/>
    <w:rsid w:val="007023F1"/>
    <w:rsid w:val="00706711"/>
    <w:rsid w:val="00710C2F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640"/>
    <w:rsid w:val="00753B3B"/>
    <w:rsid w:val="007550CD"/>
    <w:rsid w:val="007625E9"/>
    <w:rsid w:val="00763A3D"/>
    <w:rsid w:val="00767C22"/>
    <w:rsid w:val="00770168"/>
    <w:rsid w:val="007762EA"/>
    <w:rsid w:val="00776AE2"/>
    <w:rsid w:val="007779A6"/>
    <w:rsid w:val="00780C3B"/>
    <w:rsid w:val="0078129A"/>
    <w:rsid w:val="00782914"/>
    <w:rsid w:val="00785742"/>
    <w:rsid w:val="00785AF7"/>
    <w:rsid w:val="00785B1E"/>
    <w:rsid w:val="00786720"/>
    <w:rsid w:val="00787C63"/>
    <w:rsid w:val="0079757C"/>
    <w:rsid w:val="007A0CED"/>
    <w:rsid w:val="007A4583"/>
    <w:rsid w:val="007A7384"/>
    <w:rsid w:val="007A7ED3"/>
    <w:rsid w:val="007B0CA1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1F3F"/>
    <w:rsid w:val="007E2C05"/>
    <w:rsid w:val="007E3D8C"/>
    <w:rsid w:val="007E3E54"/>
    <w:rsid w:val="007E50A9"/>
    <w:rsid w:val="007E573A"/>
    <w:rsid w:val="007E6220"/>
    <w:rsid w:val="007E6F87"/>
    <w:rsid w:val="007F06FE"/>
    <w:rsid w:val="007F10EA"/>
    <w:rsid w:val="007F213B"/>
    <w:rsid w:val="007F33A1"/>
    <w:rsid w:val="007F3B65"/>
    <w:rsid w:val="007F5041"/>
    <w:rsid w:val="007F5BB9"/>
    <w:rsid w:val="007F5DEA"/>
    <w:rsid w:val="007F6487"/>
    <w:rsid w:val="008015D4"/>
    <w:rsid w:val="00802E2F"/>
    <w:rsid w:val="00803848"/>
    <w:rsid w:val="0080472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24C0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3D42"/>
    <w:rsid w:val="008651FB"/>
    <w:rsid w:val="00865AFB"/>
    <w:rsid w:val="00873CCE"/>
    <w:rsid w:val="00892BE4"/>
    <w:rsid w:val="0089311F"/>
    <w:rsid w:val="00893C77"/>
    <w:rsid w:val="00894731"/>
    <w:rsid w:val="00897151"/>
    <w:rsid w:val="00897A58"/>
    <w:rsid w:val="008A092B"/>
    <w:rsid w:val="008A7939"/>
    <w:rsid w:val="008B0D2A"/>
    <w:rsid w:val="008B142B"/>
    <w:rsid w:val="008B2103"/>
    <w:rsid w:val="008B2BDA"/>
    <w:rsid w:val="008B36EF"/>
    <w:rsid w:val="008B5FD9"/>
    <w:rsid w:val="008C0EED"/>
    <w:rsid w:val="008C57E7"/>
    <w:rsid w:val="008C5A52"/>
    <w:rsid w:val="008D49F8"/>
    <w:rsid w:val="008D6F05"/>
    <w:rsid w:val="008D7312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0058A"/>
    <w:rsid w:val="00906BC9"/>
    <w:rsid w:val="00912E08"/>
    <w:rsid w:val="00917062"/>
    <w:rsid w:val="00922F3C"/>
    <w:rsid w:val="00924408"/>
    <w:rsid w:val="00927993"/>
    <w:rsid w:val="00927D23"/>
    <w:rsid w:val="0093081F"/>
    <w:rsid w:val="00931090"/>
    <w:rsid w:val="009321F2"/>
    <w:rsid w:val="00932E88"/>
    <w:rsid w:val="00934061"/>
    <w:rsid w:val="00937E16"/>
    <w:rsid w:val="00941F4B"/>
    <w:rsid w:val="00943144"/>
    <w:rsid w:val="009433F7"/>
    <w:rsid w:val="00943ACF"/>
    <w:rsid w:val="00944EAA"/>
    <w:rsid w:val="00946993"/>
    <w:rsid w:val="009576F9"/>
    <w:rsid w:val="00962BAF"/>
    <w:rsid w:val="00964EB5"/>
    <w:rsid w:val="00966B6B"/>
    <w:rsid w:val="00966E93"/>
    <w:rsid w:val="0097328C"/>
    <w:rsid w:val="0097658A"/>
    <w:rsid w:val="00977AFE"/>
    <w:rsid w:val="00980A19"/>
    <w:rsid w:val="0098153A"/>
    <w:rsid w:val="00982CBF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0AE"/>
    <w:rsid w:val="009A1AEB"/>
    <w:rsid w:val="009A2EA4"/>
    <w:rsid w:val="009A35A6"/>
    <w:rsid w:val="009A4A01"/>
    <w:rsid w:val="009A51FF"/>
    <w:rsid w:val="009A66F8"/>
    <w:rsid w:val="009A70A0"/>
    <w:rsid w:val="009A7351"/>
    <w:rsid w:val="009A7AB0"/>
    <w:rsid w:val="009B04AC"/>
    <w:rsid w:val="009B1105"/>
    <w:rsid w:val="009B4BD2"/>
    <w:rsid w:val="009B660B"/>
    <w:rsid w:val="009C2319"/>
    <w:rsid w:val="009C31A8"/>
    <w:rsid w:val="009C337B"/>
    <w:rsid w:val="009C624D"/>
    <w:rsid w:val="009D231D"/>
    <w:rsid w:val="009D2322"/>
    <w:rsid w:val="009D2981"/>
    <w:rsid w:val="009D629E"/>
    <w:rsid w:val="009E2EB0"/>
    <w:rsid w:val="009E7280"/>
    <w:rsid w:val="009E7726"/>
    <w:rsid w:val="009E7B42"/>
    <w:rsid w:val="009F20EE"/>
    <w:rsid w:val="009F28CE"/>
    <w:rsid w:val="009F4973"/>
    <w:rsid w:val="009F617B"/>
    <w:rsid w:val="00A02980"/>
    <w:rsid w:val="00A04336"/>
    <w:rsid w:val="00A06F5E"/>
    <w:rsid w:val="00A13CD8"/>
    <w:rsid w:val="00A22922"/>
    <w:rsid w:val="00A22C7B"/>
    <w:rsid w:val="00A24EE7"/>
    <w:rsid w:val="00A2609B"/>
    <w:rsid w:val="00A26F77"/>
    <w:rsid w:val="00A3037D"/>
    <w:rsid w:val="00A30DD2"/>
    <w:rsid w:val="00A32E4A"/>
    <w:rsid w:val="00A3314C"/>
    <w:rsid w:val="00A349F7"/>
    <w:rsid w:val="00A35201"/>
    <w:rsid w:val="00A37475"/>
    <w:rsid w:val="00A476E0"/>
    <w:rsid w:val="00A47D72"/>
    <w:rsid w:val="00A51E5D"/>
    <w:rsid w:val="00A520CB"/>
    <w:rsid w:val="00A522C2"/>
    <w:rsid w:val="00A532F8"/>
    <w:rsid w:val="00A55398"/>
    <w:rsid w:val="00A561B4"/>
    <w:rsid w:val="00A60217"/>
    <w:rsid w:val="00A64A70"/>
    <w:rsid w:val="00A67A95"/>
    <w:rsid w:val="00A70435"/>
    <w:rsid w:val="00A73D06"/>
    <w:rsid w:val="00A7598A"/>
    <w:rsid w:val="00A8072B"/>
    <w:rsid w:val="00A80E87"/>
    <w:rsid w:val="00A8168D"/>
    <w:rsid w:val="00A827F9"/>
    <w:rsid w:val="00A904F3"/>
    <w:rsid w:val="00A90AD1"/>
    <w:rsid w:val="00A90DB5"/>
    <w:rsid w:val="00A92738"/>
    <w:rsid w:val="00A954CD"/>
    <w:rsid w:val="00A96077"/>
    <w:rsid w:val="00AA4307"/>
    <w:rsid w:val="00AA69B5"/>
    <w:rsid w:val="00AA757A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3272"/>
    <w:rsid w:val="00AE4F21"/>
    <w:rsid w:val="00AE7CCE"/>
    <w:rsid w:val="00AF06BF"/>
    <w:rsid w:val="00AF0C79"/>
    <w:rsid w:val="00AF1BBB"/>
    <w:rsid w:val="00AF1FA7"/>
    <w:rsid w:val="00AF4C8D"/>
    <w:rsid w:val="00AF51B7"/>
    <w:rsid w:val="00AF57BA"/>
    <w:rsid w:val="00AF7EE6"/>
    <w:rsid w:val="00B01018"/>
    <w:rsid w:val="00B02CA8"/>
    <w:rsid w:val="00B053C0"/>
    <w:rsid w:val="00B07A2B"/>
    <w:rsid w:val="00B11A6F"/>
    <w:rsid w:val="00B13C1F"/>
    <w:rsid w:val="00B142EA"/>
    <w:rsid w:val="00B147E0"/>
    <w:rsid w:val="00B16B7F"/>
    <w:rsid w:val="00B27970"/>
    <w:rsid w:val="00B31D2B"/>
    <w:rsid w:val="00B469C0"/>
    <w:rsid w:val="00B47BC8"/>
    <w:rsid w:val="00B50568"/>
    <w:rsid w:val="00B50ECF"/>
    <w:rsid w:val="00B5155A"/>
    <w:rsid w:val="00B538F1"/>
    <w:rsid w:val="00B54ECF"/>
    <w:rsid w:val="00B55F4B"/>
    <w:rsid w:val="00B6357F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3DF6"/>
    <w:rsid w:val="00BB6245"/>
    <w:rsid w:val="00BC3867"/>
    <w:rsid w:val="00BC4924"/>
    <w:rsid w:val="00BC51C9"/>
    <w:rsid w:val="00BC7B35"/>
    <w:rsid w:val="00BD08A6"/>
    <w:rsid w:val="00BD358D"/>
    <w:rsid w:val="00BD4133"/>
    <w:rsid w:val="00BD4615"/>
    <w:rsid w:val="00BD490F"/>
    <w:rsid w:val="00BE0E6C"/>
    <w:rsid w:val="00BE1244"/>
    <w:rsid w:val="00BE16C2"/>
    <w:rsid w:val="00BE1DCF"/>
    <w:rsid w:val="00BE209D"/>
    <w:rsid w:val="00BE20FD"/>
    <w:rsid w:val="00BE3D19"/>
    <w:rsid w:val="00BE44EF"/>
    <w:rsid w:val="00BF7BB6"/>
    <w:rsid w:val="00C013A3"/>
    <w:rsid w:val="00C024AC"/>
    <w:rsid w:val="00C02665"/>
    <w:rsid w:val="00C029D6"/>
    <w:rsid w:val="00C07BA1"/>
    <w:rsid w:val="00C14E7D"/>
    <w:rsid w:val="00C166EC"/>
    <w:rsid w:val="00C174C1"/>
    <w:rsid w:val="00C23A7D"/>
    <w:rsid w:val="00C25883"/>
    <w:rsid w:val="00C27707"/>
    <w:rsid w:val="00C3103E"/>
    <w:rsid w:val="00C32750"/>
    <w:rsid w:val="00C429EA"/>
    <w:rsid w:val="00C44209"/>
    <w:rsid w:val="00C532A4"/>
    <w:rsid w:val="00C5336A"/>
    <w:rsid w:val="00C56B75"/>
    <w:rsid w:val="00C60784"/>
    <w:rsid w:val="00C62756"/>
    <w:rsid w:val="00C658A7"/>
    <w:rsid w:val="00C67ADF"/>
    <w:rsid w:val="00C724DA"/>
    <w:rsid w:val="00C75F63"/>
    <w:rsid w:val="00C77A67"/>
    <w:rsid w:val="00C80A88"/>
    <w:rsid w:val="00C87262"/>
    <w:rsid w:val="00C93A0B"/>
    <w:rsid w:val="00C9571A"/>
    <w:rsid w:val="00C96C0E"/>
    <w:rsid w:val="00CA0149"/>
    <w:rsid w:val="00CA2CA2"/>
    <w:rsid w:val="00CA3283"/>
    <w:rsid w:val="00CA43A2"/>
    <w:rsid w:val="00CA674F"/>
    <w:rsid w:val="00CA6A4B"/>
    <w:rsid w:val="00CB0E66"/>
    <w:rsid w:val="00CB1CD8"/>
    <w:rsid w:val="00CB2B2D"/>
    <w:rsid w:val="00CB2DBD"/>
    <w:rsid w:val="00CB3C7D"/>
    <w:rsid w:val="00CB4603"/>
    <w:rsid w:val="00CC1FD4"/>
    <w:rsid w:val="00CC3244"/>
    <w:rsid w:val="00CC35DD"/>
    <w:rsid w:val="00CC564C"/>
    <w:rsid w:val="00CC7E57"/>
    <w:rsid w:val="00CD01D5"/>
    <w:rsid w:val="00CD0EEF"/>
    <w:rsid w:val="00CD27B3"/>
    <w:rsid w:val="00CD2C68"/>
    <w:rsid w:val="00CD47F2"/>
    <w:rsid w:val="00CD4DF6"/>
    <w:rsid w:val="00CD6343"/>
    <w:rsid w:val="00CD7A01"/>
    <w:rsid w:val="00CF4FD5"/>
    <w:rsid w:val="00CF5F9F"/>
    <w:rsid w:val="00D00E86"/>
    <w:rsid w:val="00D02805"/>
    <w:rsid w:val="00D1697D"/>
    <w:rsid w:val="00D2060F"/>
    <w:rsid w:val="00D206B7"/>
    <w:rsid w:val="00D21665"/>
    <w:rsid w:val="00D30A5D"/>
    <w:rsid w:val="00D30BE6"/>
    <w:rsid w:val="00D32786"/>
    <w:rsid w:val="00D341A2"/>
    <w:rsid w:val="00D345BB"/>
    <w:rsid w:val="00D36D78"/>
    <w:rsid w:val="00D44375"/>
    <w:rsid w:val="00D44FD0"/>
    <w:rsid w:val="00D47A68"/>
    <w:rsid w:val="00D528C5"/>
    <w:rsid w:val="00D63DD0"/>
    <w:rsid w:val="00D66070"/>
    <w:rsid w:val="00D66D43"/>
    <w:rsid w:val="00D80F0B"/>
    <w:rsid w:val="00D839EB"/>
    <w:rsid w:val="00D84A7E"/>
    <w:rsid w:val="00D91DFE"/>
    <w:rsid w:val="00D92BB3"/>
    <w:rsid w:val="00D94C67"/>
    <w:rsid w:val="00D9770A"/>
    <w:rsid w:val="00DA037B"/>
    <w:rsid w:val="00DA2E35"/>
    <w:rsid w:val="00DA5F1A"/>
    <w:rsid w:val="00DB1925"/>
    <w:rsid w:val="00DC159D"/>
    <w:rsid w:val="00DC3FB6"/>
    <w:rsid w:val="00DC4355"/>
    <w:rsid w:val="00DD0EF8"/>
    <w:rsid w:val="00DD1CE9"/>
    <w:rsid w:val="00DD35C7"/>
    <w:rsid w:val="00DD3FD3"/>
    <w:rsid w:val="00DD627C"/>
    <w:rsid w:val="00DD708B"/>
    <w:rsid w:val="00DD7DE9"/>
    <w:rsid w:val="00DE32E1"/>
    <w:rsid w:val="00DE52E2"/>
    <w:rsid w:val="00DE651D"/>
    <w:rsid w:val="00DF4D1B"/>
    <w:rsid w:val="00DF5040"/>
    <w:rsid w:val="00DF6BC1"/>
    <w:rsid w:val="00E00FFF"/>
    <w:rsid w:val="00E061B7"/>
    <w:rsid w:val="00E06A07"/>
    <w:rsid w:val="00E071FE"/>
    <w:rsid w:val="00E1102F"/>
    <w:rsid w:val="00E1173B"/>
    <w:rsid w:val="00E12F86"/>
    <w:rsid w:val="00E13AFC"/>
    <w:rsid w:val="00E21AF7"/>
    <w:rsid w:val="00E239CB"/>
    <w:rsid w:val="00E25F26"/>
    <w:rsid w:val="00E27685"/>
    <w:rsid w:val="00E30A50"/>
    <w:rsid w:val="00E32024"/>
    <w:rsid w:val="00E35F14"/>
    <w:rsid w:val="00E37C9E"/>
    <w:rsid w:val="00E45E05"/>
    <w:rsid w:val="00E45F2F"/>
    <w:rsid w:val="00E51D94"/>
    <w:rsid w:val="00E52549"/>
    <w:rsid w:val="00E52A05"/>
    <w:rsid w:val="00E52D71"/>
    <w:rsid w:val="00E538DD"/>
    <w:rsid w:val="00E558CB"/>
    <w:rsid w:val="00E57CF4"/>
    <w:rsid w:val="00E63914"/>
    <w:rsid w:val="00E63E7B"/>
    <w:rsid w:val="00E64363"/>
    <w:rsid w:val="00E741A0"/>
    <w:rsid w:val="00E75387"/>
    <w:rsid w:val="00E76688"/>
    <w:rsid w:val="00E7680F"/>
    <w:rsid w:val="00E76C49"/>
    <w:rsid w:val="00E86556"/>
    <w:rsid w:val="00E8658B"/>
    <w:rsid w:val="00E90738"/>
    <w:rsid w:val="00E92918"/>
    <w:rsid w:val="00E93471"/>
    <w:rsid w:val="00E93D1D"/>
    <w:rsid w:val="00E94379"/>
    <w:rsid w:val="00E97AAC"/>
    <w:rsid w:val="00E97F8C"/>
    <w:rsid w:val="00EA1C27"/>
    <w:rsid w:val="00EA23B4"/>
    <w:rsid w:val="00EA356B"/>
    <w:rsid w:val="00EA5A65"/>
    <w:rsid w:val="00EA7B6D"/>
    <w:rsid w:val="00EA7E45"/>
    <w:rsid w:val="00EB0EF7"/>
    <w:rsid w:val="00EB3802"/>
    <w:rsid w:val="00EB41AB"/>
    <w:rsid w:val="00EB4640"/>
    <w:rsid w:val="00EB4E20"/>
    <w:rsid w:val="00EB6854"/>
    <w:rsid w:val="00EC2648"/>
    <w:rsid w:val="00EC603B"/>
    <w:rsid w:val="00EC6AB3"/>
    <w:rsid w:val="00ED1FE9"/>
    <w:rsid w:val="00ED3224"/>
    <w:rsid w:val="00ED56AA"/>
    <w:rsid w:val="00ED6610"/>
    <w:rsid w:val="00EE03CA"/>
    <w:rsid w:val="00EE0EB0"/>
    <w:rsid w:val="00EE4F74"/>
    <w:rsid w:val="00EE6821"/>
    <w:rsid w:val="00EE6CDE"/>
    <w:rsid w:val="00EF0DEC"/>
    <w:rsid w:val="00EF75E6"/>
    <w:rsid w:val="00F03520"/>
    <w:rsid w:val="00F05279"/>
    <w:rsid w:val="00F108C3"/>
    <w:rsid w:val="00F10E4C"/>
    <w:rsid w:val="00F11F98"/>
    <w:rsid w:val="00F14BD6"/>
    <w:rsid w:val="00F1667D"/>
    <w:rsid w:val="00F20F66"/>
    <w:rsid w:val="00F223F2"/>
    <w:rsid w:val="00F31E49"/>
    <w:rsid w:val="00F33440"/>
    <w:rsid w:val="00F36E25"/>
    <w:rsid w:val="00F37194"/>
    <w:rsid w:val="00F378EB"/>
    <w:rsid w:val="00F40A7E"/>
    <w:rsid w:val="00F45A65"/>
    <w:rsid w:val="00F46552"/>
    <w:rsid w:val="00F4678B"/>
    <w:rsid w:val="00F5547D"/>
    <w:rsid w:val="00F638FE"/>
    <w:rsid w:val="00F670D3"/>
    <w:rsid w:val="00F679AB"/>
    <w:rsid w:val="00F67C84"/>
    <w:rsid w:val="00F71640"/>
    <w:rsid w:val="00F717F1"/>
    <w:rsid w:val="00F73A4D"/>
    <w:rsid w:val="00F74E27"/>
    <w:rsid w:val="00F8076A"/>
    <w:rsid w:val="00F839F4"/>
    <w:rsid w:val="00F84892"/>
    <w:rsid w:val="00F8669C"/>
    <w:rsid w:val="00F93308"/>
    <w:rsid w:val="00F941B5"/>
    <w:rsid w:val="00FA0B71"/>
    <w:rsid w:val="00FA47D5"/>
    <w:rsid w:val="00FA5551"/>
    <w:rsid w:val="00FB3DCF"/>
    <w:rsid w:val="00FB4838"/>
    <w:rsid w:val="00FB58A7"/>
    <w:rsid w:val="00FB6FA8"/>
    <w:rsid w:val="00FB7416"/>
    <w:rsid w:val="00FB7881"/>
    <w:rsid w:val="00FC03F4"/>
    <w:rsid w:val="00FC45B0"/>
    <w:rsid w:val="00FD181F"/>
    <w:rsid w:val="00FD3F53"/>
    <w:rsid w:val="00FD4C87"/>
    <w:rsid w:val="00FD7CB2"/>
    <w:rsid w:val="00FE2912"/>
    <w:rsid w:val="00FE4E66"/>
    <w:rsid w:val="00FE6681"/>
    <w:rsid w:val="00FF1235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492B592A-A763-4FFC-964F-449C8A89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  <w:style w:type="character" w:styleId="Siln">
    <w:name w:val="Strong"/>
    <w:uiPriority w:val="22"/>
    <w:qFormat/>
    <w:rsid w:val="00770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11</TotalTime>
  <Pages>8</Pages>
  <Words>1945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dc:description/>
  <cp:lastModifiedBy>Václavíčková Veronika</cp:lastModifiedBy>
  <cp:revision>4</cp:revision>
  <cp:lastPrinted>2025-08-22T07:58:00Z</cp:lastPrinted>
  <dcterms:created xsi:type="dcterms:W3CDTF">2025-10-10T11:02:00Z</dcterms:created>
  <dcterms:modified xsi:type="dcterms:W3CDTF">2025-10-24T06:36:00Z</dcterms:modified>
</cp:coreProperties>
</file>